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358"/>
        <w:gridCol w:w="8460"/>
      </w:tblGrid>
      <w:tr w:rsidR="009E5423" w:rsidRPr="007563B8" w:rsidTr="008D6D3A">
        <w:tc>
          <w:tcPr>
            <w:tcW w:w="2358" w:type="dxa"/>
          </w:tcPr>
          <w:p w:rsidR="009E5423" w:rsidRPr="007563B8" w:rsidRDefault="009E5423" w:rsidP="001928E9">
            <w:pPr>
              <w:rPr>
                <w:rFonts w:ascii="Architect" w:hAnsi="Architect"/>
                <w:b/>
                <w:color w:val="000000"/>
                <w:sz w:val="20"/>
                <w:szCs w:val="20"/>
              </w:rPr>
            </w:pPr>
            <w:r w:rsidRPr="007563B8">
              <w:rPr>
                <w:rFonts w:ascii="Architect" w:hAnsi="Architect"/>
                <w:b/>
                <w:color w:val="000000"/>
                <w:sz w:val="20"/>
                <w:szCs w:val="20"/>
              </w:rPr>
              <w:t>Lesson Title:</w:t>
            </w:r>
          </w:p>
        </w:tc>
        <w:tc>
          <w:tcPr>
            <w:tcW w:w="8460" w:type="dxa"/>
          </w:tcPr>
          <w:p w:rsidR="009E5423" w:rsidRPr="007563B8" w:rsidRDefault="009E5423" w:rsidP="001928E9">
            <w:pPr>
              <w:rPr>
                <w:rFonts w:ascii="Architect" w:hAnsi="Architect"/>
                <w:b/>
                <w:color w:val="000000"/>
                <w:sz w:val="20"/>
                <w:szCs w:val="20"/>
              </w:rPr>
            </w:pPr>
            <w:r w:rsidRPr="007563B8">
              <w:rPr>
                <w:rFonts w:ascii="Architect" w:hAnsi="Architect"/>
                <w:b/>
                <w:color w:val="000000"/>
                <w:sz w:val="20"/>
                <w:szCs w:val="20"/>
              </w:rPr>
              <w:t>One- and Two-step Linear Equations</w:t>
            </w:r>
          </w:p>
        </w:tc>
      </w:tr>
      <w:tr w:rsidR="009E5423" w:rsidRPr="007563B8" w:rsidTr="008D6D3A">
        <w:tc>
          <w:tcPr>
            <w:tcW w:w="2358" w:type="dxa"/>
          </w:tcPr>
          <w:p w:rsidR="009E5423" w:rsidRPr="007563B8" w:rsidRDefault="009E5423" w:rsidP="00BB7727">
            <w:pPr>
              <w:rPr>
                <w:rFonts w:ascii="Architect" w:hAnsi="Architect"/>
                <w:b/>
                <w:color w:val="000000"/>
                <w:sz w:val="20"/>
                <w:szCs w:val="20"/>
              </w:rPr>
            </w:pPr>
            <w:r w:rsidRPr="007563B8">
              <w:rPr>
                <w:rFonts w:ascii="Architect" w:hAnsi="Architect"/>
                <w:b/>
                <w:color w:val="000000"/>
                <w:sz w:val="20"/>
                <w:szCs w:val="20"/>
              </w:rPr>
              <w:t xml:space="preserve">Subject area/grade level </w:t>
            </w:r>
          </w:p>
        </w:tc>
        <w:tc>
          <w:tcPr>
            <w:tcW w:w="8460" w:type="dxa"/>
          </w:tcPr>
          <w:p w:rsidR="009E5423" w:rsidRPr="007563B8" w:rsidRDefault="009E5423">
            <w:pPr>
              <w:rPr>
                <w:rFonts w:ascii="Architect" w:hAnsi="Architect"/>
                <w:color w:val="000000"/>
                <w:sz w:val="20"/>
                <w:szCs w:val="20"/>
              </w:rPr>
            </w:pPr>
            <w:r>
              <w:rPr>
                <w:rFonts w:ascii="Architect" w:hAnsi="Architect"/>
                <w:b/>
                <w:color w:val="000000"/>
                <w:sz w:val="20"/>
                <w:szCs w:val="20"/>
              </w:rPr>
              <w:t xml:space="preserve">Grade </w:t>
            </w:r>
            <w:r w:rsidRPr="007563B8">
              <w:rPr>
                <w:rFonts w:ascii="Architect" w:hAnsi="Architect"/>
                <w:b/>
                <w:color w:val="000000"/>
                <w:sz w:val="20"/>
                <w:szCs w:val="20"/>
              </w:rPr>
              <w:t>6</w:t>
            </w:r>
          </w:p>
        </w:tc>
      </w:tr>
      <w:tr w:rsidR="009E5423" w:rsidRPr="007563B8" w:rsidTr="008D6D3A">
        <w:tc>
          <w:tcPr>
            <w:tcW w:w="2358" w:type="dxa"/>
          </w:tcPr>
          <w:p w:rsidR="009E5423" w:rsidRPr="007563B8" w:rsidRDefault="009E5423" w:rsidP="001928E9">
            <w:pPr>
              <w:rPr>
                <w:rFonts w:ascii="Architect" w:hAnsi="Architect"/>
                <w:b/>
                <w:color w:val="000000"/>
                <w:sz w:val="20"/>
                <w:szCs w:val="20"/>
              </w:rPr>
            </w:pPr>
            <w:r w:rsidRPr="007563B8">
              <w:rPr>
                <w:rFonts w:ascii="Architect" w:hAnsi="Architect"/>
                <w:b/>
                <w:color w:val="000000"/>
                <w:sz w:val="20"/>
                <w:szCs w:val="20"/>
              </w:rPr>
              <w:t>Introduction</w:t>
            </w:r>
          </w:p>
        </w:tc>
        <w:tc>
          <w:tcPr>
            <w:tcW w:w="8460" w:type="dxa"/>
          </w:tcPr>
          <w:p w:rsidR="009E5423" w:rsidRPr="007563B8" w:rsidRDefault="009E5423" w:rsidP="00D2615F">
            <w:pPr>
              <w:rPr>
                <w:rFonts w:ascii="Architect" w:hAnsi="Architect"/>
                <w:color w:val="000000"/>
                <w:sz w:val="20"/>
                <w:szCs w:val="20"/>
              </w:rPr>
            </w:pPr>
            <w:r w:rsidRPr="007563B8">
              <w:rPr>
                <w:rFonts w:ascii="Architect" w:hAnsi="Architect"/>
                <w:color w:val="000000"/>
                <w:sz w:val="20"/>
                <w:szCs w:val="20"/>
              </w:rPr>
              <w:t xml:space="preserve">The lesson explores the connection between order of operations, creating equations, and solving one- and two-step equations employing on inverse operations. Multiple hands-on experiences and graphic organizers will reinforce the connections. Students should have had PRIOR EXPERIENCES (see notes below) with simple equations in which mental math is involved prior to this class as well as experience in substituting values from a given set into an open sentence to determine which one makes the sentence true. Students will develop strategies to solve for a variable using inverse operations when equations involve number forms that are more complex (i.e. fractions, mixed numbers, decimals.) </w:t>
            </w:r>
          </w:p>
          <w:p w:rsidR="009E5423" w:rsidRPr="007563B8" w:rsidRDefault="009E5423" w:rsidP="00D2615F">
            <w:pPr>
              <w:rPr>
                <w:rFonts w:ascii="Architect" w:hAnsi="Architect"/>
                <w:color w:val="000000"/>
                <w:sz w:val="20"/>
                <w:szCs w:val="20"/>
              </w:rPr>
            </w:pPr>
          </w:p>
          <w:p w:rsidR="009E5423" w:rsidRPr="007563B8" w:rsidRDefault="009E5423" w:rsidP="000D4D40">
            <w:pPr>
              <w:rPr>
                <w:rFonts w:ascii="Architect" w:hAnsi="Architect"/>
                <w:color w:val="000000"/>
                <w:sz w:val="20"/>
                <w:szCs w:val="20"/>
              </w:rPr>
            </w:pPr>
            <w:r w:rsidRPr="007563B8">
              <w:rPr>
                <w:rFonts w:ascii="Architect" w:hAnsi="Architect"/>
                <w:color w:val="000000"/>
                <w:sz w:val="20"/>
                <w:szCs w:val="20"/>
              </w:rPr>
              <w:t>PRIOR EXPERIENCES</w:t>
            </w:r>
          </w:p>
          <w:p w:rsidR="009E5423" w:rsidRPr="007563B8" w:rsidRDefault="009E5423" w:rsidP="000D4D40">
            <w:pPr>
              <w:rPr>
                <w:rFonts w:ascii="Architect" w:hAnsi="Architect"/>
                <w:color w:val="000000"/>
                <w:sz w:val="20"/>
                <w:szCs w:val="20"/>
              </w:rPr>
            </w:pPr>
            <w:r w:rsidRPr="007563B8">
              <w:rPr>
                <w:rFonts w:ascii="Architect" w:hAnsi="Architect"/>
                <w:color w:val="000000"/>
                <w:sz w:val="20"/>
                <w:szCs w:val="20"/>
              </w:rPr>
              <w:t xml:space="preserve">Identify a given set of values (number written on index cards) that will be used to determine which one is a solution for the linear equation.  Mark a large X on a clear pocket protector. Write an equation on the board and tape the pocket protector in the position for the </w:t>
            </w:r>
            <w:r w:rsidRPr="007563B8">
              <w:rPr>
                <w:rFonts w:ascii="Architect" w:hAnsi="Architect"/>
                <w:b/>
                <w:color w:val="000000"/>
                <w:sz w:val="20"/>
                <w:szCs w:val="20"/>
              </w:rPr>
              <w:t>variable</w:t>
            </w:r>
            <w:r w:rsidRPr="007563B8">
              <w:rPr>
                <w:rFonts w:ascii="Architect" w:hAnsi="Architect"/>
                <w:color w:val="000000"/>
                <w:sz w:val="20"/>
                <w:szCs w:val="20"/>
              </w:rPr>
              <w:t xml:space="preserve"> in the equation. Place value for variable in clear pocket (substitution) and simplify the expression containing the substituted value. Keep track of input/output values and plot points on a coordinate plane. Determine if inserted value makes the statement true.  Identify </w:t>
            </w:r>
            <w:r w:rsidRPr="007563B8">
              <w:rPr>
                <w:rFonts w:ascii="Architect" w:hAnsi="Architect"/>
                <w:b/>
                <w:color w:val="000000"/>
                <w:sz w:val="20"/>
                <w:szCs w:val="20"/>
              </w:rPr>
              <w:t>solution</w:t>
            </w:r>
            <w:r w:rsidRPr="007563B8">
              <w:rPr>
                <w:rFonts w:ascii="Architect" w:hAnsi="Architect"/>
                <w:color w:val="000000"/>
                <w:sz w:val="20"/>
                <w:szCs w:val="20"/>
              </w:rPr>
              <w:t xml:space="preserve"> (number that makes statement true.) </w:t>
            </w:r>
          </w:p>
          <w:p w:rsidR="009E5423" w:rsidRPr="007563B8" w:rsidRDefault="009E5423" w:rsidP="000D4D40">
            <w:pPr>
              <w:rPr>
                <w:rFonts w:ascii="Architect" w:hAnsi="Architect"/>
                <w:color w:val="000000"/>
                <w:sz w:val="20"/>
                <w:szCs w:val="20"/>
              </w:rPr>
            </w:pPr>
            <w:r w:rsidRPr="007563B8">
              <w:rPr>
                <w:rFonts w:ascii="Architect" w:hAnsi="Architect"/>
                <w:color w:val="000000"/>
                <w:sz w:val="20"/>
                <w:szCs w:val="20"/>
              </w:rPr>
              <w:t xml:space="preserve">Trainer Demonstration NCTM ILLUMINATION to complement above: Pan Balance </w:t>
            </w:r>
          </w:p>
          <w:p w:rsidR="009E5423" w:rsidRPr="007563B8" w:rsidRDefault="009E5423" w:rsidP="000D4D40">
            <w:pPr>
              <w:rPr>
                <w:rFonts w:ascii="Architect" w:hAnsi="Architect"/>
                <w:color w:val="000000"/>
                <w:sz w:val="20"/>
                <w:szCs w:val="20"/>
              </w:rPr>
            </w:pPr>
            <w:hyperlink r:id="rId7" w:history="1">
              <w:r w:rsidRPr="007563B8">
                <w:rPr>
                  <w:rStyle w:val="Hyperlink"/>
                  <w:rFonts w:ascii="Architect" w:hAnsi="Architect"/>
                  <w:color w:val="000000"/>
                  <w:sz w:val="20"/>
                  <w:szCs w:val="20"/>
                </w:rPr>
                <w:t>http://illuminations.nctm.org/ActivityDetail.aspx?ID=10</w:t>
              </w:r>
            </w:hyperlink>
            <w:r w:rsidRPr="007563B8">
              <w:rPr>
                <w:rFonts w:ascii="Architect" w:hAnsi="Architect"/>
                <w:color w:val="000000"/>
                <w:sz w:val="20"/>
                <w:szCs w:val="20"/>
              </w:rPr>
              <w:t xml:space="preserve"> </w:t>
            </w:r>
          </w:p>
        </w:tc>
      </w:tr>
      <w:tr w:rsidR="009E5423" w:rsidRPr="007563B8" w:rsidTr="008D6D3A">
        <w:tc>
          <w:tcPr>
            <w:tcW w:w="2358" w:type="dxa"/>
          </w:tcPr>
          <w:p w:rsidR="009E5423" w:rsidRPr="007563B8" w:rsidRDefault="009E5423" w:rsidP="001928E9">
            <w:pPr>
              <w:rPr>
                <w:rFonts w:ascii="Architect" w:hAnsi="Architect"/>
                <w:b/>
                <w:color w:val="000000"/>
                <w:sz w:val="20"/>
                <w:szCs w:val="20"/>
              </w:rPr>
            </w:pPr>
            <w:r w:rsidRPr="007563B8">
              <w:rPr>
                <w:rFonts w:ascii="Architect" w:hAnsi="Architect"/>
                <w:b/>
                <w:color w:val="000000"/>
                <w:sz w:val="20"/>
                <w:szCs w:val="20"/>
              </w:rPr>
              <w:t>Lesson Length</w:t>
            </w:r>
          </w:p>
        </w:tc>
        <w:tc>
          <w:tcPr>
            <w:tcW w:w="8460" w:type="dxa"/>
          </w:tcPr>
          <w:p w:rsidR="009E5423" w:rsidRPr="007563B8" w:rsidRDefault="009E5423" w:rsidP="0095782F">
            <w:pPr>
              <w:rPr>
                <w:rFonts w:ascii="Architect" w:hAnsi="Architect"/>
                <w:color w:val="000000"/>
                <w:sz w:val="20"/>
                <w:szCs w:val="20"/>
              </w:rPr>
            </w:pPr>
            <w:r>
              <w:rPr>
                <w:rFonts w:ascii="Architect" w:hAnsi="Architect"/>
                <w:color w:val="000000"/>
                <w:sz w:val="20"/>
                <w:szCs w:val="20"/>
              </w:rPr>
              <w:t>1-2 class periods</w:t>
            </w:r>
          </w:p>
        </w:tc>
      </w:tr>
      <w:tr w:rsidR="009E5423" w:rsidRPr="007563B8" w:rsidTr="008D6D3A">
        <w:tc>
          <w:tcPr>
            <w:tcW w:w="2358" w:type="dxa"/>
          </w:tcPr>
          <w:p w:rsidR="009E5423" w:rsidRPr="007563B8" w:rsidRDefault="009E5423" w:rsidP="001928E9">
            <w:pPr>
              <w:rPr>
                <w:rFonts w:ascii="Architect" w:hAnsi="Architect"/>
                <w:b/>
                <w:color w:val="000000"/>
                <w:sz w:val="20"/>
                <w:szCs w:val="20"/>
              </w:rPr>
            </w:pPr>
            <w:r w:rsidRPr="007563B8">
              <w:rPr>
                <w:rFonts w:ascii="Architect" w:hAnsi="Architect"/>
                <w:b/>
                <w:color w:val="000000"/>
                <w:sz w:val="20"/>
                <w:szCs w:val="20"/>
              </w:rPr>
              <w:t>Materials</w:t>
            </w:r>
          </w:p>
          <w:p w:rsidR="009E5423" w:rsidRPr="007563B8" w:rsidRDefault="009E5423" w:rsidP="001928E9">
            <w:pPr>
              <w:rPr>
                <w:rFonts w:ascii="Architect" w:hAnsi="Architect"/>
                <w:b/>
                <w:color w:val="000000"/>
                <w:sz w:val="20"/>
                <w:szCs w:val="20"/>
              </w:rPr>
            </w:pPr>
          </w:p>
        </w:tc>
        <w:tc>
          <w:tcPr>
            <w:tcW w:w="8460" w:type="dxa"/>
          </w:tcPr>
          <w:p w:rsidR="009E5423" w:rsidRPr="007563B8" w:rsidRDefault="009E5423" w:rsidP="001928E9">
            <w:pPr>
              <w:rPr>
                <w:rFonts w:ascii="Architect" w:hAnsi="Architect"/>
                <w:color w:val="000000"/>
                <w:sz w:val="20"/>
                <w:szCs w:val="20"/>
              </w:rPr>
            </w:pPr>
            <w:r w:rsidRPr="007563B8">
              <w:rPr>
                <w:rFonts w:ascii="Architect" w:hAnsi="Architect"/>
                <w:color w:val="000000"/>
                <w:sz w:val="20"/>
                <w:szCs w:val="20"/>
              </w:rPr>
              <w:t>Assortment of different size containers (envelopes, boxes, purses, book bags, paper clips, rubber bands, string, etc.) to use to build equation (hide “X”)</w:t>
            </w:r>
          </w:p>
          <w:p w:rsidR="009E5423" w:rsidRPr="007563B8" w:rsidRDefault="009E5423" w:rsidP="001928E9">
            <w:pPr>
              <w:rPr>
                <w:rFonts w:ascii="Architect" w:hAnsi="Architect"/>
                <w:color w:val="000000"/>
                <w:sz w:val="20"/>
                <w:szCs w:val="20"/>
              </w:rPr>
            </w:pPr>
            <w:r w:rsidRPr="007563B8">
              <w:rPr>
                <w:rFonts w:ascii="Architect" w:hAnsi="Architect"/>
                <w:color w:val="000000"/>
                <w:sz w:val="20"/>
                <w:szCs w:val="20"/>
              </w:rPr>
              <w:t>Plastic dessert plates, hole punch, dry erase markers, and paper clips</w:t>
            </w:r>
          </w:p>
          <w:p w:rsidR="009E5423" w:rsidRPr="007563B8" w:rsidRDefault="009E5423" w:rsidP="001928E9">
            <w:pPr>
              <w:rPr>
                <w:rFonts w:ascii="Architect" w:hAnsi="Architect"/>
                <w:color w:val="000000"/>
                <w:sz w:val="20"/>
                <w:szCs w:val="20"/>
              </w:rPr>
            </w:pPr>
            <w:r w:rsidRPr="007563B8">
              <w:rPr>
                <w:rFonts w:ascii="Architect" w:hAnsi="Architect"/>
                <w:color w:val="000000"/>
                <w:sz w:val="20"/>
                <w:szCs w:val="20"/>
              </w:rPr>
              <w:t>TI-73 Calculators (optional)</w:t>
            </w:r>
          </w:p>
          <w:p w:rsidR="009E5423" w:rsidRPr="007563B8" w:rsidRDefault="009E5423" w:rsidP="00D801E2">
            <w:pPr>
              <w:rPr>
                <w:rFonts w:ascii="Architect" w:hAnsi="Architect"/>
                <w:color w:val="000000"/>
                <w:sz w:val="20"/>
                <w:szCs w:val="20"/>
              </w:rPr>
            </w:pPr>
            <w:r w:rsidRPr="007563B8">
              <w:rPr>
                <w:rFonts w:ascii="Architect" w:hAnsi="Architect"/>
                <w:color w:val="000000"/>
                <w:sz w:val="20"/>
                <w:szCs w:val="20"/>
              </w:rPr>
              <w:t>Index cards (unlined)</w:t>
            </w:r>
          </w:p>
        </w:tc>
      </w:tr>
      <w:tr w:rsidR="009E5423" w:rsidRPr="007563B8" w:rsidTr="008D6D3A">
        <w:tc>
          <w:tcPr>
            <w:tcW w:w="2358" w:type="dxa"/>
          </w:tcPr>
          <w:p w:rsidR="009E5423" w:rsidRPr="007563B8" w:rsidRDefault="009E5423" w:rsidP="001928E9">
            <w:pPr>
              <w:rPr>
                <w:rFonts w:ascii="Architect" w:hAnsi="Architect"/>
                <w:b/>
                <w:color w:val="000000"/>
                <w:sz w:val="20"/>
                <w:szCs w:val="20"/>
              </w:rPr>
            </w:pPr>
            <w:r w:rsidRPr="007563B8">
              <w:rPr>
                <w:rFonts w:ascii="Architect" w:hAnsi="Architect"/>
                <w:b/>
                <w:color w:val="000000"/>
                <w:sz w:val="20"/>
                <w:szCs w:val="20"/>
              </w:rPr>
              <w:t>Lesson Overview</w:t>
            </w:r>
          </w:p>
          <w:p w:rsidR="009E5423" w:rsidRPr="007563B8" w:rsidRDefault="009E5423" w:rsidP="001928E9">
            <w:pPr>
              <w:rPr>
                <w:rFonts w:ascii="Architect" w:hAnsi="Architect"/>
                <w:b/>
                <w:color w:val="000000"/>
                <w:sz w:val="20"/>
                <w:szCs w:val="20"/>
              </w:rPr>
            </w:pPr>
            <w:r w:rsidRPr="007563B8">
              <w:rPr>
                <w:rFonts w:ascii="Architect" w:hAnsi="Architect"/>
                <w:b/>
                <w:color w:val="000000"/>
                <w:sz w:val="20"/>
                <w:szCs w:val="20"/>
              </w:rPr>
              <w:t xml:space="preserve"> </w:t>
            </w:r>
          </w:p>
        </w:tc>
        <w:tc>
          <w:tcPr>
            <w:tcW w:w="8460" w:type="dxa"/>
          </w:tcPr>
          <w:p w:rsidR="009E5423" w:rsidRPr="007563B8" w:rsidRDefault="009E5423" w:rsidP="006C5D34">
            <w:pPr>
              <w:rPr>
                <w:rFonts w:ascii="Architect" w:hAnsi="Architect"/>
                <w:color w:val="000000"/>
                <w:sz w:val="20"/>
                <w:szCs w:val="20"/>
              </w:rPr>
            </w:pPr>
            <w:r w:rsidRPr="007563B8">
              <w:rPr>
                <w:rFonts w:ascii="Architect" w:hAnsi="Architect"/>
                <w:color w:val="000000"/>
                <w:sz w:val="20"/>
                <w:szCs w:val="20"/>
              </w:rPr>
              <w:t>After discussing order of operations, inverse operations, and equality, students develop strategies to apply those concepts in solving equations and creating equations.</w:t>
            </w:r>
          </w:p>
        </w:tc>
      </w:tr>
      <w:tr w:rsidR="009E5423" w:rsidRPr="007563B8" w:rsidTr="008D6D3A">
        <w:tc>
          <w:tcPr>
            <w:tcW w:w="2358" w:type="dxa"/>
          </w:tcPr>
          <w:p w:rsidR="009E5423" w:rsidRPr="007563B8" w:rsidRDefault="009E5423" w:rsidP="001928E9">
            <w:pPr>
              <w:rPr>
                <w:rFonts w:ascii="Architect" w:hAnsi="Architect"/>
                <w:b/>
                <w:color w:val="000000"/>
                <w:sz w:val="20"/>
                <w:szCs w:val="20"/>
              </w:rPr>
            </w:pPr>
            <w:smartTag w:uri="urn:schemas-microsoft-com:office:smarttags" w:element="place">
              <w:smartTag w:uri="urn:schemas-microsoft-com:office:smarttags" w:element="State">
                <w:r w:rsidRPr="007563B8">
                  <w:rPr>
                    <w:rFonts w:ascii="Architect" w:hAnsi="Architect"/>
                    <w:b/>
                    <w:color w:val="000000"/>
                    <w:sz w:val="20"/>
                    <w:szCs w:val="20"/>
                  </w:rPr>
                  <w:t>Tennessee</w:t>
                </w:r>
              </w:smartTag>
            </w:smartTag>
            <w:r w:rsidRPr="007563B8">
              <w:rPr>
                <w:rFonts w:ascii="Architect" w:hAnsi="Architect"/>
                <w:b/>
                <w:color w:val="000000"/>
                <w:sz w:val="20"/>
                <w:szCs w:val="20"/>
              </w:rPr>
              <w:t xml:space="preserve"> Standards</w:t>
            </w:r>
          </w:p>
          <w:p w:rsidR="009E5423" w:rsidRPr="007563B8" w:rsidRDefault="009E5423" w:rsidP="002017CA">
            <w:pPr>
              <w:rPr>
                <w:rFonts w:ascii="Architect" w:hAnsi="Architect"/>
                <w:b/>
                <w:color w:val="000000"/>
                <w:sz w:val="20"/>
                <w:szCs w:val="20"/>
              </w:rPr>
            </w:pPr>
          </w:p>
        </w:tc>
        <w:tc>
          <w:tcPr>
            <w:tcW w:w="8460" w:type="dxa"/>
          </w:tcPr>
          <w:p w:rsidR="009E5423" w:rsidRPr="007563B8" w:rsidRDefault="009E5423" w:rsidP="008D6D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chitect" w:hAnsi="Architect"/>
                <w:b/>
                <w:color w:val="000000"/>
                <w:sz w:val="20"/>
                <w:szCs w:val="20"/>
              </w:rPr>
            </w:pPr>
            <w:r w:rsidRPr="007563B8">
              <w:rPr>
                <w:rFonts w:ascii="Architect" w:hAnsi="Architect"/>
                <w:b/>
                <w:color w:val="000000"/>
                <w:sz w:val="20"/>
                <w:szCs w:val="20"/>
              </w:rPr>
              <w:t>TN Grade 6</w:t>
            </w:r>
          </w:p>
          <w:p w:rsidR="009E5423" w:rsidRPr="007563B8" w:rsidRDefault="009E5423" w:rsidP="008D6D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chitect" w:hAnsi="Architect" w:cs="Helvetica"/>
                <w:color w:val="000000"/>
                <w:sz w:val="20"/>
                <w:szCs w:val="20"/>
              </w:rPr>
            </w:pPr>
            <w:r w:rsidRPr="007563B8">
              <w:rPr>
                <w:rFonts w:ascii="Architect" w:hAnsi="Architect"/>
                <w:color w:val="000000"/>
                <w:sz w:val="20"/>
                <w:szCs w:val="20"/>
              </w:rPr>
              <w:t>0606.3.1 Write and solve two-step linear equations corresponding to given situations (non-</w:t>
            </w:r>
            <w:r w:rsidRPr="007563B8">
              <w:rPr>
                <w:rFonts w:ascii="Architect" w:hAnsi="Architect" w:cs="Helvetica"/>
                <w:color w:val="000000"/>
                <w:sz w:val="20"/>
                <w:szCs w:val="20"/>
              </w:rPr>
              <w:t xml:space="preserve"> </w:t>
            </w:r>
            <w:r w:rsidRPr="007563B8">
              <w:rPr>
                <w:rFonts w:ascii="Architect" w:hAnsi="Architect"/>
                <w:color w:val="000000"/>
                <w:sz w:val="20"/>
                <w:szCs w:val="20"/>
              </w:rPr>
              <w:t>negative numbers only).</w:t>
            </w:r>
          </w:p>
          <w:p w:rsidR="009E5423" w:rsidRPr="007563B8" w:rsidRDefault="009E5423" w:rsidP="008D6D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chitect" w:hAnsi="Architect" w:cs="Helvetica"/>
                <w:color w:val="000000"/>
                <w:sz w:val="20"/>
                <w:szCs w:val="20"/>
              </w:rPr>
            </w:pPr>
            <w:r w:rsidRPr="007563B8">
              <w:rPr>
                <w:rFonts w:ascii="Architect" w:hAnsi="Architect"/>
                <w:color w:val="000000"/>
                <w:sz w:val="20"/>
                <w:szCs w:val="20"/>
              </w:rPr>
              <w:t>0606.3.7 Move fluently between different representations (such as verbal, tabular, numerical, algebraic, and graphical) of equations and expressions.</w:t>
            </w:r>
          </w:p>
          <w:p w:rsidR="009E5423" w:rsidRPr="007563B8" w:rsidRDefault="009E5423" w:rsidP="001928E9">
            <w:pPr>
              <w:rPr>
                <w:rFonts w:ascii="Architect" w:hAnsi="Architect"/>
                <w:b/>
                <w:color w:val="000000"/>
                <w:sz w:val="20"/>
                <w:szCs w:val="20"/>
              </w:rPr>
            </w:pPr>
            <w:r w:rsidRPr="007563B8">
              <w:rPr>
                <w:rFonts w:ascii="Architect" w:hAnsi="Architect"/>
                <w:color w:val="000000"/>
                <w:sz w:val="20"/>
                <w:szCs w:val="20"/>
              </w:rPr>
              <w:t>SPI 0606.3.6 Solve two-step linear equations using number sense, properties, and inverse operations.</w:t>
            </w:r>
          </w:p>
          <w:p w:rsidR="009E5423" w:rsidRPr="007563B8" w:rsidRDefault="009E5423" w:rsidP="001928E9">
            <w:pPr>
              <w:rPr>
                <w:rFonts w:ascii="Architect" w:hAnsi="Architect"/>
                <w:color w:val="000000"/>
                <w:sz w:val="20"/>
                <w:szCs w:val="20"/>
              </w:rPr>
            </w:pPr>
            <w:r w:rsidRPr="007563B8">
              <w:rPr>
                <w:rFonts w:ascii="Architect" w:hAnsi="Architect"/>
                <w:color w:val="000000"/>
                <w:sz w:val="20"/>
                <w:szCs w:val="20"/>
              </w:rPr>
              <w:t>Use expressions, equations and formulas to solve problems.</w:t>
            </w:r>
          </w:p>
          <w:p w:rsidR="009E5423" w:rsidRPr="007563B8" w:rsidRDefault="009E5423" w:rsidP="001928E9">
            <w:pPr>
              <w:rPr>
                <w:rFonts w:ascii="Architect" w:hAnsi="Architect"/>
                <w:color w:val="000000"/>
                <w:sz w:val="20"/>
                <w:szCs w:val="20"/>
              </w:rPr>
            </w:pPr>
            <w:r w:rsidRPr="007563B8">
              <w:rPr>
                <w:rFonts w:ascii="Architect" w:hAnsi="Architect"/>
                <w:color w:val="000000"/>
                <w:sz w:val="20"/>
                <w:szCs w:val="20"/>
              </w:rPr>
              <w:t xml:space="preserve">Write and solve two-step equations and inequalities. </w:t>
            </w:r>
          </w:p>
          <w:p w:rsidR="009E5423" w:rsidRPr="007563B8" w:rsidRDefault="009E5423">
            <w:pPr>
              <w:rPr>
                <w:rFonts w:ascii="Architect" w:hAnsi="Architect"/>
                <w:color w:val="000000"/>
                <w:sz w:val="20"/>
                <w:szCs w:val="20"/>
              </w:rPr>
            </w:pPr>
            <w:r w:rsidRPr="007563B8">
              <w:rPr>
                <w:rFonts w:ascii="Architect" w:hAnsi="Architect"/>
                <w:color w:val="000000"/>
                <w:sz w:val="20"/>
                <w:szCs w:val="20"/>
              </w:rPr>
              <w:t>Interpret and represent algebraic relationships with variables in expressions, simple equations and inequalities.</w:t>
            </w:r>
          </w:p>
        </w:tc>
      </w:tr>
      <w:tr w:rsidR="009E5423" w:rsidRPr="007563B8" w:rsidTr="008D6D3A">
        <w:tc>
          <w:tcPr>
            <w:tcW w:w="2358" w:type="dxa"/>
          </w:tcPr>
          <w:p w:rsidR="009E5423" w:rsidRPr="007563B8" w:rsidRDefault="009E5423" w:rsidP="001928E9">
            <w:pPr>
              <w:rPr>
                <w:rFonts w:ascii="Architect" w:hAnsi="Architect"/>
                <w:b/>
                <w:color w:val="000000"/>
                <w:sz w:val="20"/>
                <w:szCs w:val="20"/>
              </w:rPr>
            </w:pPr>
            <w:r w:rsidRPr="007563B8">
              <w:rPr>
                <w:rFonts w:ascii="Architect" w:hAnsi="Architect"/>
                <w:b/>
                <w:color w:val="000000"/>
                <w:sz w:val="20"/>
                <w:szCs w:val="20"/>
              </w:rPr>
              <w:t>Lesson objective(s)</w:t>
            </w:r>
          </w:p>
          <w:p w:rsidR="009E5423" w:rsidRPr="007563B8" w:rsidRDefault="009E5423" w:rsidP="001928E9">
            <w:pPr>
              <w:rPr>
                <w:rFonts w:ascii="Architect" w:hAnsi="Architect"/>
                <w:b/>
                <w:color w:val="000000"/>
                <w:sz w:val="20"/>
                <w:szCs w:val="20"/>
              </w:rPr>
            </w:pPr>
          </w:p>
          <w:p w:rsidR="009E5423" w:rsidRPr="007563B8" w:rsidRDefault="009E5423" w:rsidP="001928E9">
            <w:pPr>
              <w:rPr>
                <w:rFonts w:ascii="Architect" w:hAnsi="Architect"/>
                <w:b/>
                <w:color w:val="000000"/>
                <w:sz w:val="20"/>
                <w:szCs w:val="20"/>
              </w:rPr>
            </w:pPr>
          </w:p>
          <w:p w:rsidR="009E5423" w:rsidRPr="007563B8" w:rsidRDefault="009E5423" w:rsidP="001928E9">
            <w:pPr>
              <w:rPr>
                <w:rFonts w:ascii="Architect" w:hAnsi="Architect"/>
                <w:b/>
                <w:color w:val="000000"/>
                <w:sz w:val="20"/>
                <w:szCs w:val="20"/>
              </w:rPr>
            </w:pPr>
          </w:p>
          <w:p w:rsidR="009E5423" w:rsidRPr="007563B8" w:rsidRDefault="009E5423" w:rsidP="001928E9">
            <w:pPr>
              <w:rPr>
                <w:rFonts w:ascii="Architect" w:hAnsi="Architect"/>
                <w:b/>
                <w:color w:val="000000"/>
                <w:sz w:val="20"/>
                <w:szCs w:val="20"/>
              </w:rPr>
            </w:pPr>
          </w:p>
          <w:p w:rsidR="009E5423" w:rsidRPr="007563B8" w:rsidRDefault="009E5423" w:rsidP="001928E9">
            <w:pPr>
              <w:rPr>
                <w:rFonts w:ascii="Architect" w:hAnsi="Architect"/>
                <w:b/>
                <w:color w:val="000000"/>
                <w:sz w:val="20"/>
                <w:szCs w:val="20"/>
              </w:rPr>
            </w:pPr>
          </w:p>
          <w:p w:rsidR="009E5423" w:rsidRPr="007563B8" w:rsidRDefault="009E5423" w:rsidP="001928E9">
            <w:pPr>
              <w:rPr>
                <w:rFonts w:ascii="Architect" w:hAnsi="Architect"/>
                <w:b/>
                <w:color w:val="000000"/>
                <w:sz w:val="20"/>
                <w:szCs w:val="20"/>
              </w:rPr>
            </w:pPr>
          </w:p>
          <w:p w:rsidR="009E5423" w:rsidRPr="007563B8" w:rsidRDefault="009E5423" w:rsidP="001928E9">
            <w:pPr>
              <w:rPr>
                <w:rFonts w:ascii="Architect" w:hAnsi="Architect"/>
                <w:b/>
                <w:color w:val="000000"/>
                <w:sz w:val="20"/>
                <w:szCs w:val="20"/>
              </w:rPr>
            </w:pPr>
          </w:p>
          <w:p w:rsidR="009E5423" w:rsidRPr="007563B8" w:rsidRDefault="009E5423" w:rsidP="001928E9">
            <w:pPr>
              <w:rPr>
                <w:rFonts w:ascii="Architect" w:hAnsi="Architect"/>
                <w:b/>
                <w:color w:val="000000"/>
                <w:sz w:val="20"/>
                <w:szCs w:val="20"/>
              </w:rPr>
            </w:pPr>
          </w:p>
        </w:tc>
        <w:tc>
          <w:tcPr>
            <w:tcW w:w="8460" w:type="dxa"/>
          </w:tcPr>
          <w:p w:rsidR="009E5423" w:rsidRPr="007563B8" w:rsidRDefault="009E5423" w:rsidP="001928E9">
            <w:pPr>
              <w:rPr>
                <w:rFonts w:ascii="Architect" w:hAnsi="Architect"/>
                <w:color w:val="000000"/>
                <w:sz w:val="20"/>
                <w:szCs w:val="20"/>
              </w:rPr>
            </w:pPr>
            <w:r w:rsidRPr="007563B8">
              <w:rPr>
                <w:rFonts w:ascii="Architect" w:hAnsi="Architect"/>
                <w:color w:val="000000"/>
                <w:sz w:val="20"/>
                <w:szCs w:val="20"/>
              </w:rPr>
              <w:t xml:space="preserve">Distinguish between </w:t>
            </w:r>
            <w:r w:rsidRPr="007563B8">
              <w:rPr>
                <w:rFonts w:ascii="Architect" w:hAnsi="Architect"/>
                <w:b/>
                <w:color w:val="000000"/>
                <w:sz w:val="20"/>
                <w:szCs w:val="20"/>
              </w:rPr>
              <w:t xml:space="preserve">expression </w:t>
            </w:r>
            <w:r w:rsidRPr="007563B8">
              <w:rPr>
                <w:rFonts w:ascii="Architect" w:hAnsi="Architect"/>
                <w:color w:val="000000"/>
                <w:sz w:val="20"/>
                <w:szCs w:val="20"/>
              </w:rPr>
              <w:t xml:space="preserve">and </w:t>
            </w:r>
            <w:r w:rsidRPr="007563B8">
              <w:rPr>
                <w:rFonts w:ascii="Architect" w:hAnsi="Architect"/>
                <w:b/>
                <w:color w:val="000000"/>
                <w:sz w:val="20"/>
                <w:szCs w:val="20"/>
              </w:rPr>
              <w:t>equation</w:t>
            </w:r>
            <w:r w:rsidRPr="007563B8">
              <w:rPr>
                <w:rFonts w:ascii="Architect" w:hAnsi="Architect"/>
                <w:color w:val="000000"/>
                <w:sz w:val="20"/>
                <w:szCs w:val="20"/>
              </w:rPr>
              <w:t xml:space="preserve"> (</w:t>
            </w:r>
            <w:r w:rsidRPr="007563B8">
              <w:rPr>
                <w:rFonts w:ascii="Architect" w:hAnsi="Architect"/>
                <w:b/>
                <w:color w:val="000000"/>
                <w:sz w:val="20"/>
                <w:szCs w:val="20"/>
              </w:rPr>
              <w:t>open sentence</w:t>
            </w:r>
            <w:r w:rsidRPr="007563B8">
              <w:rPr>
                <w:rFonts w:ascii="Architect" w:hAnsi="Architect"/>
                <w:color w:val="000000"/>
                <w:sz w:val="20"/>
                <w:szCs w:val="20"/>
              </w:rPr>
              <w:t>).</w:t>
            </w:r>
          </w:p>
          <w:p w:rsidR="009E5423" w:rsidRPr="007563B8" w:rsidRDefault="009E5423" w:rsidP="00757571">
            <w:pPr>
              <w:rPr>
                <w:rFonts w:ascii="Architect" w:hAnsi="Architect"/>
                <w:color w:val="000000"/>
                <w:sz w:val="20"/>
                <w:szCs w:val="20"/>
              </w:rPr>
            </w:pPr>
            <w:r w:rsidRPr="007563B8">
              <w:rPr>
                <w:rFonts w:ascii="Architect" w:hAnsi="Architect"/>
                <w:color w:val="000000"/>
                <w:sz w:val="20"/>
                <w:szCs w:val="20"/>
              </w:rPr>
              <w:t>Realize that order of operations is critical in solving equations using inverse operations.</w:t>
            </w:r>
          </w:p>
          <w:p w:rsidR="009E5423" w:rsidRPr="007563B8" w:rsidRDefault="009E5423" w:rsidP="001928E9">
            <w:pPr>
              <w:rPr>
                <w:rFonts w:ascii="Architect" w:hAnsi="Architect"/>
                <w:color w:val="000000"/>
                <w:sz w:val="20"/>
                <w:szCs w:val="20"/>
              </w:rPr>
            </w:pPr>
            <w:r w:rsidRPr="007563B8">
              <w:rPr>
                <w:rFonts w:ascii="Architect" w:hAnsi="Architect"/>
                <w:color w:val="000000"/>
                <w:sz w:val="20"/>
                <w:szCs w:val="20"/>
              </w:rPr>
              <w:t xml:space="preserve">Apply substitution property of equality and order operations to determine which, if any, number from a given set </w:t>
            </w:r>
            <w:r w:rsidRPr="007563B8">
              <w:rPr>
                <w:rFonts w:ascii="Architect" w:hAnsi="Architect"/>
                <w:b/>
                <w:color w:val="000000"/>
                <w:sz w:val="20"/>
                <w:szCs w:val="20"/>
              </w:rPr>
              <w:t>satisfies</w:t>
            </w:r>
            <w:r w:rsidRPr="007563B8">
              <w:rPr>
                <w:rFonts w:ascii="Architect" w:hAnsi="Architect"/>
                <w:color w:val="000000"/>
                <w:sz w:val="20"/>
                <w:szCs w:val="20"/>
              </w:rPr>
              <w:t xml:space="preserve"> an equation.</w:t>
            </w:r>
          </w:p>
          <w:p w:rsidR="009E5423" w:rsidRPr="007563B8" w:rsidRDefault="009E5423">
            <w:pPr>
              <w:rPr>
                <w:rFonts w:ascii="Architect" w:hAnsi="Architect"/>
                <w:color w:val="000000"/>
                <w:sz w:val="20"/>
                <w:szCs w:val="20"/>
              </w:rPr>
            </w:pPr>
            <w:r w:rsidRPr="007563B8">
              <w:rPr>
                <w:rFonts w:ascii="Architect" w:hAnsi="Architect"/>
                <w:color w:val="000000"/>
                <w:sz w:val="20"/>
                <w:szCs w:val="20"/>
              </w:rPr>
              <w:t>Pairs of inverse operations exist both in mathematics and in the real-world.</w:t>
            </w:r>
          </w:p>
          <w:p w:rsidR="009E5423" w:rsidRPr="007563B8" w:rsidRDefault="009E5423" w:rsidP="001928E9">
            <w:pPr>
              <w:rPr>
                <w:rFonts w:ascii="Architect" w:hAnsi="Architect"/>
                <w:color w:val="000000"/>
                <w:sz w:val="20"/>
                <w:szCs w:val="20"/>
              </w:rPr>
            </w:pPr>
            <w:r w:rsidRPr="007563B8">
              <w:rPr>
                <w:rFonts w:ascii="Architect" w:hAnsi="Architect"/>
                <w:color w:val="000000"/>
                <w:sz w:val="20"/>
                <w:szCs w:val="20"/>
              </w:rPr>
              <w:t>Construct equations using manipulatives as well as variables and coefficients.</w:t>
            </w:r>
          </w:p>
          <w:p w:rsidR="009E5423" w:rsidRPr="007563B8" w:rsidRDefault="009E5423" w:rsidP="001928E9">
            <w:pPr>
              <w:rPr>
                <w:rFonts w:ascii="Architect" w:hAnsi="Architect"/>
                <w:color w:val="000000"/>
                <w:sz w:val="20"/>
                <w:szCs w:val="20"/>
              </w:rPr>
            </w:pPr>
            <w:r w:rsidRPr="007563B8">
              <w:rPr>
                <w:rFonts w:ascii="Architect" w:hAnsi="Architect"/>
                <w:color w:val="000000"/>
                <w:sz w:val="20"/>
                <w:szCs w:val="20"/>
              </w:rPr>
              <w:t>Solve one- and two-step linear equations by multiple methods</w:t>
            </w:r>
          </w:p>
          <w:p w:rsidR="009E5423" w:rsidRPr="007563B8" w:rsidRDefault="009E5423">
            <w:pPr>
              <w:rPr>
                <w:rFonts w:ascii="Architect" w:hAnsi="Architect"/>
                <w:color w:val="000000"/>
                <w:sz w:val="20"/>
                <w:szCs w:val="20"/>
              </w:rPr>
            </w:pPr>
            <w:r w:rsidRPr="007563B8">
              <w:rPr>
                <w:rFonts w:ascii="Architect" w:hAnsi="Architect"/>
                <w:color w:val="000000"/>
                <w:sz w:val="20"/>
                <w:szCs w:val="20"/>
              </w:rPr>
              <w:t>Model equations and their solutions using algebra tiles</w:t>
            </w:r>
          </w:p>
          <w:p w:rsidR="009E5423" w:rsidRPr="007563B8" w:rsidRDefault="009E5423" w:rsidP="00757571">
            <w:pPr>
              <w:rPr>
                <w:rFonts w:ascii="Architect" w:hAnsi="Architect"/>
                <w:color w:val="000000"/>
                <w:sz w:val="20"/>
                <w:szCs w:val="20"/>
              </w:rPr>
            </w:pPr>
            <w:r w:rsidRPr="007563B8">
              <w:rPr>
                <w:rFonts w:ascii="Architect" w:hAnsi="Architect"/>
                <w:color w:val="000000"/>
                <w:sz w:val="20"/>
                <w:szCs w:val="20"/>
              </w:rPr>
              <w:t xml:space="preserve">Use an input-output table to identify the solution to an equation. </w:t>
            </w:r>
          </w:p>
          <w:p w:rsidR="009E5423" w:rsidRPr="007563B8" w:rsidRDefault="009E5423" w:rsidP="001928E9">
            <w:pPr>
              <w:rPr>
                <w:rFonts w:ascii="Architect" w:hAnsi="Architect"/>
                <w:color w:val="000000"/>
                <w:sz w:val="20"/>
                <w:szCs w:val="20"/>
              </w:rPr>
            </w:pPr>
            <w:r w:rsidRPr="007563B8">
              <w:rPr>
                <w:rFonts w:ascii="Architect" w:hAnsi="Architect"/>
                <w:color w:val="000000"/>
                <w:sz w:val="20"/>
                <w:szCs w:val="20"/>
              </w:rPr>
              <w:t>Strategically use technology to check solutions and to solve one- and two-step equations</w:t>
            </w:r>
          </w:p>
        </w:tc>
      </w:tr>
      <w:tr w:rsidR="009E5423" w:rsidRPr="007563B8" w:rsidTr="008D6D3A">
        <w:tc>
          <w:tcPr>
            <w:tcW w:w="2358" w:type="dxa"/>
          </w:tcPr>
          <w:p w:rsidR="009E5423" w:rsidRPr="007563B8" w:rsidRDefault="009E5423" w:rsidP="001928E9">
            <w:pPr>
              <w:rPr>
                <w:rFonts w:ascii="Architect" w:hAnsi="Architect"/>
                <w:b/>
                <w:color w:val="000000"/>
                <w:sz w:val="20"/>
                <w:szCs w:val="20"/>
              </w:rPr>
            </w:pPr>
            <w:r w:rsidRPr="007563B8">
              <w:rPr>
                <w:rFonts w:ascii="Architect" w:hAnsi="Architect"/>
                <w:b/>
                <w:color w:val="000000"/>
                <w:sz w:val="20"/>
                <w:szCs w:val="20"/>
              </w:rPr>
              <w:t>ENGAGEMENT</w:t>
            </w:r>
          </w:p>
          <w:p w:rsidR="009E5423" w:rsidRPr="007563B8" w:rsidRDefault="009E5423" w:rsidP="008D6D3A">
            <w:pPr>
              <w:pStyle w:val="BodyText"/>
              <w:numPr>
                <w:ilvl w:val="0"/>
                <w:numId w:val="1"/>
              </w:numPr>
              <w:spacing w:line="240" w:lineRule="auto"/>
              <w:rPr>
                <w:rFonts w:ascii="Architect" w:hAnsi="Architect"/>
                <w:color w:val="000000"/>
                <w:sz w:val="20"/>
              </w:rPr>
            </w:pPr>
            <w:r w:rsidRPr="007563B8">
              <w:rPr>
                <w:rFonts w:ascii="Architect" w:hAnsi="Architect"/>
                <w:color w:val="000000"/>
                <w:sz w:val="20"/>
              </w:rPr>
              <w:t>Describe how the teacher will capture students’ interest.</w:t>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p>
          <w:p w:rsidR="009E5423" w:rsidRPr="007563B8" w:rsidRDefault="009E5423" w:rsidP="008D6D3A">
            <w:pPr>
              <w:pStyle w:val="BodyText"/>
              <w:spacing w:line="240" w:lineRule="auto"/>
              <w:rPr>
                <w:rFonts w:ascii="Architect" w:hAnsi="Architect"/>
                <w:color w:val="000000"/>
                <w:sz w:val="20"/>
              </w:rPr>
            </w:pPr>
          </w:p>
          <w:p w:rsidR="009E5423" w:rsidRPr="007563B8" w:rsidRDefault="009E5423" w:rsidP="008D6D3A">
            <w:pPr>
              <w:pStyle w:val="BodyText"/>
              <w:spacing w:line="240" w:lineRule="auto"/>
              <w:rPr>
                <w:rFonts w:ascii="Architect" w:hAnsi="Architect"/>
                <w:color w:val="000000"/>
                <w:sz w:val="20"/>
              </w:rPr>
            </w:pPr>
          </w:p>
          <w:p w:rsidR="009E5423" w:rsidRPr="007563B8" w:rsidRDefault="009E5423" w:rsidP="008D6D3A">
            <w:pPr>
              <w:pStyle w:val="BodyText"/>
              <w:spacing w:line="240" w:lineRule="auto"/>
              <w:rPr>
                <w:rFonts w:ascii="Architect" w:hAnsi="Architect"/>
                <w:color w:val="000000"/>
                <w:sz w:val="20"/>
              </w:rPr>
            </w:pP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p>
          <w:p w:rsidR="009E5423" w:rsidRPr="007563B8" w:rsidRDefault="009E5423" w:rsidP="008D6D3A">
            <w:pPr>
              <w:pStyle w:val="BodyText"/>
              <w:numPr>
                <w:ilvl w:val="0"/>
                <w:numId w:val="1"/>
              </w:numPr>
              <w:spacing w:line="240" w:lineRule="auto"/>
              <w:rPr>
                <w:rFonts w:ascii="Architect" w:hAnsi="Architect"/>
                <w:color w:val="000000"/>
                <w:sz w:val="20"/>
              </w:rPr>
            </w:pPr>
            <w:r w:rsidRPr="007563B8">
              <w:rPr>
                <w:rFonts w:ascii="Architect" w:hAnsi="Architect"/>
                <w:color w:val="000000"/>
                <w:sz w:val="20"/>
              </w:rPr>
              <w:t>What kind of questions should the students ask themselves after the engagement?</w:t>
            </w:r>
          </w:p>
        </w:tc>
        <w:tc>
          <w:tcPr>
            <w:tcW w:w="8460" w:type="dxa"/>
          </w:tcPr>
          <w:p w:rsidR="009E5423" w:rsidRPr="007563B8" w:rsidRDefault="009E5423">
            <w:pPr>
              <w:rPr>
                <w:rFonts w:ascii="Architect" w:hAnsi="Architect"/>
                <w:color w:val="000000"/>
                <w:sz w:val="20"/>
                <w:szCs w:val="20"/>
              </w:rPr>
            </w:pPr>
            <w:r w:rsidRPr="007563B8">
              <w:rPr>
                <w:rFonts w:ascii="Architect" w:hAnsi="Architect"/>
                <w:color w:val="000000"/>
                <w:sz w:val="20"/>
                <w:szCs w:val="20"/>
              </w:rPr>
              <w:t xml:space="preserve">Generate a list of inverse operations for real life by </w:t>
            </w:r>
            <w:r w:rsidRPr="007563B8">
              <w:rPr>
                <w:rFonts w:ascii="Architect" w:hAnsi="Architect"/>
                <w:b/>
                <w:color w:val="000000"/>
                <w:sz w:val="20"/>
                <w:szCs w:val="20"/>
              </w:rPr>
              <w:t xml:space="preserve">(CQ) </w:t>
            </w:r>
            <w:r w:rsidRPr="007563B8">
              <w:rPr>
                <w:rFonts w:ascii="Architect" w:hAnsi="Architect"/>
                <w:color w:val="000000"/>
                <w:sz w:val="20"/>
                <w:szCs w:val="20"/>
              </w:rPr>
              <w:t>asking</w:t>
            </w:r>
            <w:r w:rsidRPr="007563B8">
              <w:rPr>
                <w:rFonts w:ascii="Architect" w:hAnsi="Architect"/>
                <w:b/>
                <w:color w:val="000000"/>
                <w:sz w:val="20"/>
                <w:szCs w:val="20"/>
              </w:rPr>
              <w:t xml:space="preserve"> </w:t>
            </w:r>
            <w:r w:rsidRPr="007563B8">
              <w:rPr>
                <w:rFonts w:ascii="Architect" w:hAnsi="Architect"/>
                <w:color w:val="000000"/>
                <w:sz w:val="20"/>
                <w:szCs w:val="20"/>
              </w:rPr>
              <w:t>students to make suggestions (write/erase; tie/ untie; drop/pick up; raise/lower; walk forward/walk backwards; go to sleep/wake up).</w:t>
            </w:r>
          </w:p>
          <w:p w:rsidR="009E5423" w:rsidRPr="007563B8" w:rsidRDefault="009E5423">
            <w:pPr>
              <w:rPr>
                <w:rFonts w:ascii="Architect" w:hAnsi="Architect"/>
                <w:color w:val="000000"/>
                <w:sz w:val="20"/>
                <w:szCs w:val="20"/>
              </w:rPr>
            </w:pPr>
            <w:r w:rsidRPr="007563B8">
              <w:rPr>
                <w:rFonts w:ascii="Architect" w:hAnsi="Architect"/>
                <w:color w:val="000000"/>
                <w:sz w:val="20"/>
                <w:szCs w:val="20"/>
              </w:rPr>
              <w:t xml:space="preserve">Tell students to watch and remember the steps in a procedure to hide X inside multiple containers with different types of fasteners because they will have to figure out how to find X.  </w:t>
            </w:r>
          </w:p>
          <w:p w:rsidR="009E5423" w:rsidRPr="007563B8" w:rsidRDefault="009E5423">
            <w:pPr>
              <w:rPr>
                <w:rFonts w:ascii="Architect" w:hAnsi="Architect"/>
                <w:b/>
                <w:color w:val="000000"/>
                <w:sz w:val="20"/>
                <w:szCs w:val="20"/>
              </w:rPr>
            </w:pPr>
          </w:p>
          <w:p w:rsidR="009E5423" w:rsidRPr="007563B8" w:rsidRDefault="009E5423">
            <w:pPr>
              <w:rPr>
                <w:rFonts w:ascii="Architect" w:hAnsi="Architect"/>
                <w:color w:val="000000"/>
                <w:sz w:val="20"/>
                <w:szCs w:val="20"/>
              </w:rPr>
            </w:pPr>
            <w:r w:rsidRPr="007563B8">
              <w:rPr>
                <w:rFonts w:ascii="Architect" w:hAnsi="Architect"/>
                <w:b/>
                <w:color w:val="000000"/>
                <w:sz w:val="20"/>
                <w:szCs w:val="20"/>
              </w:rPr>
              <w:t>Demonstration:</w:t>
            </w:r>
            <w:r w:rsidRPr="007563B8">
              <w:rPr>
                <w:rFonts w:ascii="Architect" w:hAnsi="Architect"/>
                <w:color w:val="000000"/>
                <w:sz w:val="20"/>
                <w:szCs w:val="20"/>
              </w:rPr>
              <w:t xml:space="preserve"> Place X IN an envelope, CLOSE the envelope, FOLD the envelope, put a rubber band ON the folded envelope, place banded envelope INSIDE a plastic container, and put the top ON the container. Ask students to list from memory the demonstrated actions.</w:t>
            </w:r>
            <w:r w:rsidRPr="007563B8">
              <w:rPr>
                <w:rFonts w:ascii="Architect" w:hAnsi="Architect"/>
                <w:b/>
                <w:color w:val="000000"/>
                <w:sz w:val="20"/>
                <w:szCs w:val="20"/>
              </w:rPr>
              <w:t xml:space="preserve"> (CQ)</w:t>
            </w:r>
            <w:r w:rsidRPr="007563B8">
              <w:rPr>
                <w:rFonts w:ascii="Architect" w:hAnsi="Architect"/>
                <w:color w:val="000000"/>
                <w:sz w:val="20"/>
                <w:szCs w:val="20"/>
              </w:rPr>
              <w:t xml:space="preserve"> Ask students to identify, in order, the procedures that will “undo” the steps in order to “find X.” </w:t>
            </w:r>
            <w:r w:rsidRPr="007563B8">
              <w:rPr>
                <w:rFonts w:ascii="Architect" w:hAnsi="Architect"/>
                <w:b/>
                <w:color w:val="000000"/>
                <w:sz w:val="20"/>
                <w:szCs w:val="20"/>
              </w:rPr>
              <w:t xml:space="preserve"> </w:t>
            </w:r>
            <w:r w:rsidRPr="007563B8">
              <w:rPr>
                <w:rFonts w:ascii="Architect" w:hAnsi="Architect"/>
                <w:color w:val="000000"/>
                <w:sz w:val="20"/>
                <w:szCs w:val="20"/>
              </w:rPr>
              <w:t xml:space="preserve">Prompt them to look at both lists (either side by side or one above the other and make observations. </w:t>
            </w:r>
          </w:p>
          <w:p w:rsidR="009E5423" w:rsidRPr="007563B8" w:rsidRDefault="009E5423">
            <w:pPr>
              <w:rPr>
                <w:rFonts w:ascii="Architect" w:hAnsi="Architect"/>
                <w:color w:val="000000"/>
                <w:sz w:val="20"/>
                <w:szCs w:val="20"/>
              </w:rPr>
            </w:pPr>
            <w:r w:rsidRPr="007563B8">
              <w:rPr>
                <w:rFonts w:ascii="Architect" w:hAnsi="Architect"/>
                <w:b/>
                <w:color w:val="000000"/>
                <w:sz w:val="20"/>
                <w:szCs w:val="20"/>
              </w:rPr>
              <w:t xml:space="preserve">(HOT) </w:t>
            </w:r>
            <w:r w:rsidRPr="007563B8">
              <w:rPr>
                <w:rFonts w:ascii="Architect" w:hAnsi="Architect"/>
                <w:color w:val="000000"/>
                <w:sz w:val="20"/>
                <w:szCs w:val="20"/>
              </w:rPr>
              <w:t xml:space="preserve">Work with their observations to generalize from ‘order of operations on X’ to operations that must be performed to find X.’ </w:t>
            </w:r>
          </w:p>
          <w:p w:rsidR="009E5423" w:rsidRPr="007563B8" w:rsidRDefault="009E5423">
            <w:pPr>
              <w:rPr>
                <w:rFonts w:ascii="Architect" w:hAnsi="Architect"/>
                <w:color w:val="000000"/>
                <w:sz w:val="20"/>
                <w:szCs w:val="20"/>
              </w:rPr>
            </w:pPr>
            <w:r w:rsidRPr="007563B8">
              <w:rPr>
                <w:rFonts w:ascii="Architect" w:hAnsi="Architect"/>
                <w:b/>
                <w:color w:val="000000"/>
                <w:sz w:val="20"/>
                <w:szCs w:val="20"/>
              </w:rPr>
              <w:t>(HOT)</w:t>
            </w:r>
            <w:r w:rsidRPr="007563B8">
              <w:rPr>
                <w:rFonts w:ascii="Architect" w:hAnsi="Architect"/>
                <w:color w:val="000000"/>
                <w:sz w:val="20"/>
                <w:szCs w:val="20"/>
              </w:rPr>
              <w:t xml:space="preserve"> Guide them in developing a graphic organizer to relate the first list and the second list of actions (operations) they will determine that finding X requires using inverse operation in reverse order. </w:t>
            </w:r>
          </w:p>
          <w:p w:rsidR="009E5423" w:rsidRPr="007563B8" w:rsidRDefault="009E5423">
            <w:pPr>
              <w:rPr>
                <w:rFonts w:ascii="Architect" w:hAnsi="Architect"/>
                <w:color w:val="000000"/>
                <w:sz w:val="20"/>
                <w:szCs w:val="20"/>
              </w:rPr>
            </w:pPr>
            <w:r w:rsidRPr="007563B8">
              <w:rPr>
                <w:rFonts w:ascii="Architect" w:hAnsi="Architect"/>
                <w:color w:val="000000"/>
                <w:sz w:val="20"/>
                <w:szCs w:val="20"/>
              </w:rPr>
              <w:t>(See handout for graphic organizers – X in the BOX, RAINBOW)</w:t>
            </w:r>
          </w:p>
          <w:p w:rsidR="009E5423" w:rsidRPr="007563B8" w:rsidRDefault="009E5423" w:rsidP="008D6D3A">
            <w:pPr>
              <w:pStyle w:val="BodyText"/>
              <w:spacing w:line="240" w:lineRule="auto"/>
              <w:rPr>
                <w:rFonts w:ascii="Architect" w:hAnsi="Architect"/>
                <w:color w:val="000000"/>
                <w:sz w:val="20"/>
              </w:rPr>
            </w:pPr>
          </w:p>
          <w:p w:rsidR="009E5423" w:rsidRPr="007563B8" w:rsidRDefault="009E5423" w:rsidP="008D6D3A">
            <w:pPr>
              <w:pStyle w:val="BodyText"/>
              <w:spacing w:line="240" w:lineRule="auto"/>
              <w:rPr>
                <w:rFonts w:ascii="Architect" w:hAnsi="Architect"/>
                <w:color w:val="000000"/>
                <w:sz w:val="20"/>
              </w:rPr>
            </w:pPr>
            <w:r w:rsidRPr="007563B8">
              <w:rPr>
                <w:rFonts w:ascii="Architect" w:hAnsi="Architect"/>
                <w:b/>
                <w:color w:val="000000"/>
                <w:sz w:val="20"/>
              </w:rPr>
              <w:t>Hands-On Activity:</w:t>
            </w:r>
            <w:r w:rsidRPr="007563B8">
              <w:rPr>
                <w:rFonts w:ascii="Architect" w:hAnsi="Architect"/>
                <w:color w:val="000000"/>
                <w:sz w:val="20"/>
              </w:rPr>
              <w:t xml:space="preserve"> Use manipulatives to create situation in which they hide X (as demonstrated).</w:t>
            </w:r>
          </w:p>
          <w:p w:rsidR="009E5423" w:rsidRPr="007563B8" w:rsidRDefault="009E5423" w:rsidP="008D6D3A">
            <w:pPr>
              <w:pStyle w:val="BodyText"/>
              <w:spacing w:line="240" w:lineRule="auto"/>
              <w:rPr>
                <w:rFonts w:ascii="Architect" w:hAnsi="Architect"/>
                <w:color w:val="000000"/>
                <w:sz w:val="20"/>
              </w:rPr>
            </w:pPr>
            <w:r w:rsidRPr="007563B8">
              <w:rPr>
                <w:rFonts w:ascii="Architect" w:hAnsi="Architect"/>
                <w:color w:val="000000"/>
                <w:sz w:val="20"/>
              </w:rPr>
              <w:t>Small groups choose supplies/equipment, hide X, and list the operations performed “DO”. Trade container and list with another group.  The group creates and records the requires list of inverse operations in the correct order to “UNDO” the performed operations to “solve for X” and finds X.</w:t>
            </w:r>
          </w:p>
          <w:p w:rsidR="009E5423" w:rsidRPr="007563B8" w:rsidRDefault="009E5423" w:rsidP="001928E9">
            <w:pPr>
              <w:rPr>
                <w:rFonts w:ascii="Architect" w:hAnsi="Architect"/>
                <w:color w:val="000000"/>
                <w:sz w:val="20"/>
                <w:szCs w:val="20"/>
              </w:rPr>
            </w:pPr>
          </w:p>
          <w:p w:rsidR="009E5423" w:rsidRPr="007563B8" w:rsidRDefault="009E5423" w:rsidP="001928E9">
            <w:pPr>
              <w:rPr>
                <w:rFonts w:ascii="Architect" w:hAnsi="Architect"/>
                <w:color w:val="000000"/>
                <w:sz w:val="20"/>
                <w:szCs w:val="20"/>
              </w:rPr>
            </w:pPr>
            <w:r w:rsidRPr="007563B8">
              <w:rPr>
                <w:rFonts w:ascii="Architect" w:hAnsi="Architect"/>
                <w:color w:val="000000"/>
                <w:sz w:val="20"/>
                <w:szCs w:val="20"/>
              </w:rPr>
              <w:t xml:space="preserve">Student questions: </w:t>
            </w:r>
          </w:p>
          <w:p w:rsidR="009E5423" w:rsidRPr="007563B8" w:rsidRDefault="009E5423" w:rsidP="001928E9">
            <w:pPr>
              <w:rPr>
                <w:rFonts w:ascii="Architect" w:hAnsi="Architect"/>
                <w:color w:val="000000"/>
                <w:sz w:val="20"/>
                <w:szCs w:val="20"/>
              </w:rPr>
            </w:pPr>
            <w:r w:rsidRPr="007563B8">
              <w:rPr>
                <w:rFonts w:ascii="Architect" w:hAnsi="Architect"/>
                <w:color w:val="000000"/>
                <w:sz w:val="20"/>
                <w:szCs w:val="20"/>
              </w:rPr>
              <w:t xml:space="preserve">What do inverse operations have to do with math? </w:t>
            </w:r>
          </w:p>
          <w:p w:rsidR="009E5423" w:rsidRPr="007563B8" w:rsidRDefault="009E5423" w:rsidP="001928E9">
            <w:pPr>
              <w:rPr>
                <w:rFonts w:ascii="Architect" w:hAnsi="Architect"/>
                <w:color w:val="000000"/>
                <w:sz w:val="20"/>
                <w:szCs w:val="20"/>
              </w:rPr>
            </w:pPr>
            <w:r w:rsidRPr="007563B8">
              <w:rPr>
                <w:rFonts w:ascii="Architect" w:hAnsi="Architect"/>
                <w:color w:val="000000"/>
                <w:sz w:val="20"/>
                <w:szCs w:val="20"/>
              </w:rPr>
              <w:t xml:space="preserve">What inverse operations exist in mathematics besides +/- and x/ </w:t>
            </w:r>
            <w:r w:rsidRPr="007563B8">
              <w:rPr>
                <w:rFonts w:ascii="Architect" w:hAnsi="Architect"/>
                <w:color w:val="000000"/>
                <w:sz w:val="20"/>
                <w:szCs w:val="20"/>
              </w:rPr>
              <w:sym w:font="Symbol" w:char="F0B8"/>
            </w:r>
            <w:r w:rsidRPr="007563B8">
              <w:rPr>
                <w:rFonts w:ascii="Architect" w:hAnsi="Architect"/>
                <w:color w:val="000000"/>
                <w:sz w:val="20"/>
                <w:szCs w:val="20"/>
              </w:rPr>
              <w:t xml:space="preserve">?  </w:t>
            </w:r>
          </w:p>
          <w:p w:rsidR="009E5423" w:rsidRPr="007563B8" w:rsidRDefault="009E5423" w:rsidP="001928E9">
            <w:pPr>
              <w:rPr>
                <w:rFonts w:ascii="Architect" w:hAnsi="Architect"/>
                <w:color w:val="000000"/>
                <w:sz w:val="20"/>
                <w:szCs w:val="20"/>
              </w:rPr>
            </w:pPr>
            <w:r w:rsidRPr="007563B8">
              <w:rPr>
                <w:rFonts w:ascii="Architect" w:hAnsi="Architect"/>
                <w:color w:val="000000"/>
                <w:sz w:val="20"/>
                <w:szCs w:val="20"/>
              </w:rPr>
              <w:t>How does this procedure work with numbers?</w:t>
            </w:r>
          </w:p>
          <w:p w:rsidR="009E5423" w:rsidRPr="007563B8" w:rsidRDefault="009E5423" w:rsidP="00235258">
            <w:pPr>
              <w:rPr>
                <w:rFonts w:ascii="Architect" w:hAnsi="Architect"/>
                <w:color w:val="000000"/>
                <w:sz w:val="20"/>
                <w:szCs w:val="20"/>
              </w:rPr>
            </w:pPr>
            <w:r w:rsidRPr="007563B8">
              <w:rPr>
                <w:rFonts w:ascii="Architect" w:hAnsi="Architect"/>
                <w:color w:val="000000"/>
                <w:sz w:val="20"/>
                <w:szCs w:val="20"/>
              </w:rPr>
              <w:t>When do we ever need to find something hidden in math?</w:t>
            </w:r>
          </w:p>
        </w:tc>
      </w:tr>
      <w:tr w:rsidR="009E5423" w:rsidRPr="007563B8" w:rsidTr="008D6D3A">
        <w:tc>
          <w:tcPr>
            <w:tcW w:w="2358" w:type="dxa"/>
          </w:tcPr>
          <w:p w:rsidR="009E5423" w:rsidRPr="007563B8" w:rsidRDefault="009E5423" w:rsidP="001928E9">
            <w:pPr>
              <w:rPr>
                <w:rFonts w:ascii="Architect" w:hAnsi="Architect"/>
                <w:b/>
                <w:color w:val="000000"/>
                <w:sz w:val="20"/>
                <w:szCs w:val="20"/>
              </w:rPr>
            </w:pPr>
            <w:r w:rsidRPr="007563B8">
              <w:rPr>
                <w:rFonts w:ascii="Architect" w:hAnsi="Architect"/>
                <w:b/>
                <w:color w:val="000000"/>
                <w:sz w:val="20"/>
                <w:szCs w:val="20"/>
              </w:rPr>
              <w:t>EXPLORATION</w:t>
            </w:r>
          </w:p>
          <w:p w:rsidR="009E5423" w:rsidRPr="007563B8" w:rsidRDefault="009E5423" w:rsidP="008D6D3A">
            <w:pPr>
              <w:pStyle w:val="BodyText"/>
              <w:numPr>
                <w:ilvl w:val="0"/>
                <w:numId w:val="1"/>
              </w:numPr>
              <w:spacing w:line="240" w:lineRule="auto"/>
              <w:rPr>
                <w:rFonts w:ascii="Architect" w:hAnsi="Architect"/>
                <w:color w:val="000000"/>
                <w:sz w:val="20"/>
              </w:rPr>
            </w:pPr>
            <w:r w:rsidRPr="007563B8">
              <w:rPr>
                <w:rFonts w:ascii="Architect" w:hAnsi="Architect"/>
                <w:color w:val="000000"/>
                <w:sz w:val="20"/>
              </w:rPr>
              <w:t xml:space="preserve">Describe what hands-on/minds-on activities students will be doing. </w:t>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p>
          <w:p w:rsidR="009E5423" w:rsidRPr="007563B8" w:rsidRDefault="009E5423" w:rsidP="008D6D3A">
            <w:pPr>
              <w:pStyle w:val="BodyText"/>
              <w:numPr>
                <w:ilvl w:val="0"/>
                <w:numId w:val="1"/>
              </w:numPr>
              <w:spacing w:line="240" w:lineRule="auto"/>
              <w:rPr>
                <w:rFonts w:ascii="Architect" w:hAnsi="Architect"/>
                <w:color w:val="000000"/>
                <w:sz w:val="20"/>
              </w:rPr>
            </w:pPr>
            <w:r w:rsidRPr="007563B8">
              <w:rPr>
                <w:rFonts w:ascii="Architect" w:hAnsi="Architect"/>
                <w:color w:val="000000"/>
                <w:sz w:val="20"/>
              </w:rPr>
              <w:t>List “big idea” conceptual questions the teacher will use to encourage and/or focus students’ exploration</w:t>
            </w:r>
          </w:p>
          <w:p w:rsidR="009E5423" w:rsidRPr="007563B8" w:rsidRDefault="009E5423" w:rsidP="008D6D3A">
            <w:pPr>
              <w:pStyle w:val="BodyText"/>
              <w:spacing w:line="240" w:lineRule="auto"/>
              <w:rPr>
                <w:rFonts w:ascii="Architect" w:hAnsi="Architect"/>
                <w:color w:val="000000"/>
                <w:sz w:val="20"/>
              </w:rPr>
            </w:pPr>
          </w:p>
          <w:p w:rsidR="009E5423" w:rsidRPr="007563B8" w:rsidRDefault="009E5423" w:rsidP="008D6D3A">
            <w:pPr>
              <w:pStyle w:val="BodyText"/>
              <w:spacing w:line="240" w:lineRule="auto"/>
              <w:rPr>
                <w:rFonts w:ascii="Architect" w:hAnsi="Architect"/>
                <w:color w:val="000000"/>
                <w:sz w:val="20"/>
              </w:rPr>
            </w:pPr>
          </w:p>
        </w:tc>
        <w:tc>
          <w:tcPr>
            <w:tcW w:w="8460" w:type="dxa"/>
          </w:tcPr>
          <w:p w:rsidR="009E5423" w:rsidRPr="007563B8" w:rsidRDefault="009E5423" w:rsidP="008D6D3A">
            <w:pPr>
              <w:pStyle w:val="BodyText"/>
              <w:spacing w:line="240" w:lineRule="auto"/>
              <w:rPr>
                <w:rFonts w:ascii="Architect" w:hAnsi="Architect"/>
                <w:color w:val="000000"/>
                <w:sz w:val="20"/>
              </w:rPr>
            </w:pPr>
            <w:r w:rsidRPr="007563B8">
              <w:rPr>
                <w:rFonts w:ascii="Architect" w:hAnsi="Architect"/>
                <w:b/>
                <w:color w:val="000000"/>
                <w:sz w:val="20"/>
              </w:rPr>
              <w:t xml:space="preserve">(CQ) </w:t>
            </w:r>
            <w:r w:rsidRPr="007563B8">
              <w:rPr>
                <w:rFonts w:ascii="Architect" w:hAnsi="Architect"/>
                <w:color w:val="000000"/>
                <w:sz w:val="20"/>
              </w:rPr>
              <w:t>How can we use what we have just seen to help us in mathematics? To what kind of math problems can we apply the process we discovered?</w:t>
            </w:r>
          </w:p>
          <w:p w:rsidR="009E5423" w:rsidRPr="007563B8" w:rsidRDefault="009E5423" w:rsidP="008D6D3A">
            <w:pPr>
              <w:pStyle w:val="BodyText"/>
              <w:spacing w:line="240" w:lineRule="auto"/>
              <w:rPr>
                <w:rFonts w:ascii="Architect" w:hAnsi="Architect"/>
                <w:color w:val="000000"/>
                <w:sz w:val="20"/>
              </w:rPr>
            </w:pPr>
          </w:p>
          <w:p w:rsidR="009E5423" w:rsidRPr="007563B8" w:rsidRDefault="009E5423" w:rsidP="008D6D3A">
            <w:pPr>
              <w:pStyle w:val="BodyText"/>
              <w:spacing w:line="240" w:lineRule="auto"/>
              <w:rPr>
                <w:rFonts w:ascii="Architect" w:hAnsi="Architect"/>
                <w:b/>
                <w:color w:val="000000"/>
                <w:sz w:val="20"/>
              </w:rPr>
            </w:pPr>
            <w:r w:rsidRPr="007563B8">
              <w:rPr>
                <w:rFonts w:ascii="Architect" w:hAnsi="Architect"/>
                <w:color w:val="000000"/>
                <w:sz w:val="20"/>
              </w:rPr>
              <w:t xml:space="preserve">In mathematics, we often need to find a value for a variable that will make an </w:t>
            </w:r>
            <w:r w:rsidRPr="007563B8">
              <w:rPr>
                <w:rFonts w:ascii="Architect" w:hAnsi="Architect"/>
                <w:b/>
                <w:color w:val="000000"/>
                <w:sz w:val="20"/>
              </w:rPr>
              <w:t xml:space="preserve">equation </w:t>
            </w:r>
            <w:r w:rsidRPr="007563B8">
              <w:rPr>
                <w:rFonts w:ascii="Architect" w:hAnsi="Architect"/>
                <w:color w:val="000000"/>
                <w:sz w:val="20"/>
              </w:rPr>
              <w:t>(</w:t>
            </w:r>
            <w:r w:rsidRPr="007563B8">
              <w:rPr>
                <w:rFonts w:ascii="Architect" w:hAnsi="Architect"/>
                <w:b/>
                <w:color w:val="000000"/>
                <w:sz w:val="20"/>
              </w:rPr>
              <w:t xml:space="preserve">open sentence) </w:t>
            </w:r>
            <w:r w:rsidRPr="007563B8">
              <w:rPr>
                <w:rFonts w:ascii="Architect" w:hAnsi="Architect"/>
                <w:color w:val="000000"/>
                <w:sz w:val="20"/>
              </w:rPr>
              <w:t>a true statement.</w:t>
            </w:r>
            <w:r w:rsidRPr="007563B8">
              <w:rPr>
                <w:rFonts w:ascii="Architect" w:hAnsi="Architect"/>
                <w:b/>
                <w:color w:val="000000"/>
                <w:sz w:val="20"/>
              </w:rPr>
              <w:t xml:space="preserve"> </w:t>
            </w:r>
          </w:p>
          <w:p w:rsidR="009E5423" w:rsidRPr="007563B8" w:rsidRDefault="009E5423" w:rsidP="008D6D3A">
            <w:pPr>
              <w:pStyle w:val="BodyText"/>
              <w:spacing w:line="240" w:lineRule="auto"/>
              <w:rPr>
                <w:rFonts w:ascii="Architect" w:hAnsi="Architect"/>
                <w:color w:val="000000"/>
                <w:sz w:val="20"/>
              </w:rPr>
            </w:pPr>
            <w:r w:rsidRPr="007563B8">
              <w:rPr>
                <w:rFonts w:ascii="Architect" w:hAnsi="Architect"/>
                <w:color w:val="000000"/>
                <w:sz w:val="20"/>
              </w:rPr>
              <w:t xml:space="preserve">What value for m will make this statement true? </w:t>
            </w:r>
            <w:r w:rsidRPr="007563B8">
              <w:rPr>
                <w:rFonts w:ascii="Architect" w:hAnsi="Architect"/>
                <w:color w:val="000000"/>
                <w:position w:val="-4"/>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75pt;height:10.5pt">
                  <v:imagedata r:id="rId8" o:title=""/>
                </v:shape>
              </w:pict>
            </w:r>
            <w:r w:rsidRPr="007563B8">
              <w:rPr>
                <w:rFonts w:ascii="Architect" w:hAnsi="Architect"/>
                <w:color w:val="000000"/>
                <w:sz w:val="20"/>
              </w:rPr>
              <w:t xml:space="preserve"> </w:t>
            </w:r>
          </w:p>
          <w:p w:rsidR="009E5423" w:rsidRPr="007563B8" w:rsidRDefault="009E5423" w:rsidP="008D6D3A">
            <w:pPr>
              <w:pStyle w:val="BodyText"/>
              <w:spacing w:line="240" w:lineRule="auto"/>
              <w:rPr>
                <w:rFonts w:ascii="Architect" w:hAnsi="Architect"/>
                <w:color w:val="000000"/>
                <w:sz w:val="20"/>
              </w:rPr>
            </w:pPr>
            <w:r w:rsidRPr="007563B8">
              <w:rPr>
                <w:rFonts w:ascii="Architect" w:hAnsi="Architect"/>
                <w:color w:val="000000"/>
                <w:sz w:val="20"/>
              </w:rPr>
              <w:t xml:space="preserve">What value for n will make this statement true? </w:t>
            </w:r>
            <w:r w:rsidRPr="007563B8">
              <w:rPr>
                <w:rFonts w:ascii="Architect" w:hAnsi="Architect"/>
                <w:color w:val="000000"/>
                <w:position w:val="-24"/>
                <w:sz w:val="20"/>
              </w:rPr>
              <w:pict>
                <v:shape id="_x0000_i1026" type="#_x0000_t75" style="width:64.5pt;height:27.75pt">
                  <v:imagedata r:id="rId9" o:title=""/>
                </v:shape>
              </w:pict>
            </w:r>
          </w:p>
          <w:p w:rsidR="009E5423" w:rsidRPr="007563B8" w:rsidRDefault="009E5423" w:rsidP="008D6D3A">
            <w:pPr>
              <w:pStyle w:val="BodyText"/>
              <w:spacing w:line="240" w:lineRule="auto"/>
              <w:rPr>
                <w:rFonts w:ascii="Architect" w:hAnsi="Architect"/>
                <w:color w:val="000000"/>
                <w:sz w:val="20"/>
              </w:rPr>
            </w:pPr>
          </w:p>
          <w:p w:rsidR="009E5423" w:rsidRPr="007563B8" w:rsidRDefault="009E5423" w:rsidP="008D6D3A">
            <w:pPr>
              <w:pStyle w:val="BodyText"/>
              <w:spacing w:line="240" w:lineRule="auto"/>
              <w:rPr>
                <w:rFonts w:ascii="Architect" w:hAnsi="Architect"/>
                <w:color w:val="000000"/>
                <w:sz w:val="20"/>
              </w:rPr>
            </w:pPr>
            <w:r w:rsidRPr="007563B8">
              <w:rPr>
                <w:rFonts w:ascii="Architect" w:hAnsi="Architect"/>
                <w:color w:val="000000"/>
                <w:sz w:val="20"/>
              </w:rPr>
              <w:t>Ask</w:t>
            </w:r>
            <w:r w:rsidRPr="007563B8">
              <w:rPr>
                <w:rFonts w:ascii="Architect" w:hAnsi="Architect"/>
                <w:b/>
                <w:color w:val="000000"/>
                <w:sz w:val="20"/>
              </w:rPr>
              <w:t xml:space="preserve"> (CQ)</w:t>
            </w:r>
            <w:r w:rsidRPr="007563B8">
              <w:rPr>
                <w:rFonts w:ascii="Architect" w:hAnsi="Architect"/>
                <w:color w:val="000000"/>
                <w:sz w:val="20"/>
              </w:rPr>
              <w:t xml:space="preserve"> how important was order of operations as noted in hiding and finding X?</w:t>
            </w:r>
          </w:p>
          <w:p w:rsidR="009E5423" w:rsidRPr="007563B8" w:rsidRDefault="009E5423" w:rsidP="001928E9">
            <w:pPr>
              <w:rPr>
                <w:rFonts w:ascii="Architect" w:hAnsi="Architect"/>
                <w:color w:val="000000"/>
                <w:sz w:val="20"/>
                <w:szCs w:val="20"/>
              </w:rPr>
            </w:pPr>
            <w:r w:rsidRPr="007563B8">
              <w:rPr>
                <w:rFonts w:ascii="Architect" w:hAnsi="Architect"/>
                <w:color w:val="000000"/>
                <w:sz w:val="20"/>
                <w:szCs w:val="20"/>
              </w:rPr>
              <w:t>Utilize graphic organizer DO-UNDO developed with hands-on activity to solve several equations.</w:t>
            </w:r>
          </w:p>
          <w:p w:rsidR="009E5423" w:rsidRPr="007563B8" w:rsidRDefault="009E5423" w:rsidP="008D6D3A">
            <w:pPr>
              <w:pStyle w:val="BodyText"/>
              <w:spacing w:line="240" w:lineRule="auto"/>
              <w:rPr>
                <w:rFonts w:ascii="Architect" w:hAnsi="Architect"/>
                <w:color w:val="000000"/>
                <w:sz w:val="20"/>
              </w:rPr>
            </w:pPr>
            <w:r w:rsidRPr="007563B8">
              <w:rPr>
                <w:rFonts w:ascii="Architect" w:hAnsi="Architect"/>
                <w:color w:val="000000"/>
                <w:sz w:val="20"/>
              </w:rPr>
              <w:t>(See directions and example on teacher notes handout.)</w:t>
            </w:r>
          </w:p>
          <w:p w:rsidR="009E5423" w:rsidRPr="007563B8" w:rsidRDefault="009E5423" w:rsidP="00023ED4">
            <w:pPr>
              <w:rPr>
                <w:rFonts w:ascii="Architect" w:hAnsi="Architect"/>
                <w:color w:val="000000"/>
                <w:sz w:val="20"/>
                <w:szCs w:val="20"/>
              </w:rPr>
            </w:pPr>
            <w:r w:rsidRPr="007563B8">
              <w:rPr>
                <w:rFonts w:ascii="Architect" w:hAnsi="Architect"/>
                <w:color w:val="000000"/>
                <w:sz w:val="20"/>
                <w:szCs w:val="20"/>
              </w:rPr>
              <w:t>Emphasize that the roles of order of operations and inverse operations in solving an equation are important.</w:t>
            </w:r>
          </w:p>
          <w:p w:rsidR="009E5423" w:rsidRPr="007563B8" w:rsidRDefault="009E5423" w:rsidP="001928E9">
            <w:pPr>
              <w:rPr>
                <w:rFonts w:ascii="Architect" w:hAnsi="Architect"/>
                <w:color w:val="000000"/>
                <w:sz w:val="20"/>
                <w:szCs w:val="20"/>
              </w:rPr>
            </w:pPr>
          </w:p>
          <w:p w:rsidR="009E5423" w:rsidRPr="007563B8" w:rsidRDefault="009E5423" w:rsidP="008D6D3A">
            <w:pPr>
              <w:pStyle w:val="BodyText"/>
              <w:spacing w:line="240" w:lineRule="auto"/>
              <w:rPr>
                <w:rFonts w:ascii="Architect" w:hAnsi="Architect"/>
                <w:color w:val="000000"/>
                <w:sz w:val="20"/>
              </w:rPr>
            </w:pPr>
            <w:r w:rsidRPr="007563B8">
              <w:rPr>
                <w:rFonts w:ascii="Architect" w:hAnsi="Architect"/>
                <w:b/>
                <w:color w:val="000000"/>
                <w:sz w:val="20"/>
              </w:rPr>
              <w:t xml:space="preserve">(OE) </w:t>
            </w:r>
            <w:r w:rsidRPr="007563B8">
              <w:rPr>
                <w:rFonts w:ascii="Architect" w:hAnsi="Architect"/>
                <w:color w:val="000000"/>
                <w:sz w:val="20"/>
              </w:rPr>
              <w:t>Reinforcing activity for two-step equations: Punch holes on the top edge and bottom edge of plastic dessert plates. With a dry erase marker, label the front of each plate with one individual operation done to x. Flip each plate over (top to bottom) and label the back side with the inverse operation for the operation that is on the front. From top to bottom, sequence operations done to variable and connect with paper clips, string, or twist ties. When all plates are turned over, you will be able to see the reversed order for inverse operations for solving two-step (or more) equations.</w:t>
            </w:r>
          </w:p>
          <w:p w:rsidR="009E5423" w:rsidRPr="007563B8" w:rsidRDefault="009E5423" w:rsidP="001928E9">
            <w:pPr>
              <w:rPr>
                <w:rFonts w:ascii="Architect" w:hAnsi="Architect"/>
                <w:color w:val="000000"/>
                <w:sz w:val="20"/>
                <w:szCs w:val="20"/>
              </w:rPr>
            </w:pPr>
          </w:p>
          <w:p w:rsidR="009E5423" w:rsidRPr="007563B8" w:rsidRDefault="009E5423" w:rsidP="00BB7727">
            <w:pPr>
              <w:rPr>
                <w:rFonts w:ascii="Architect" w:hAnsi="Architect"/>
                <w:color w:val="000000"/>
                <w:sz w:val="20"/>
                <w:szCs w:val="20"/>
              </w:rPr>
            </w:pPr>
            <w:r w:rsidRPr="007563B8">
              <w:rPr>
                <w:rFonts w:ascii="Architect" w:hAnsi="Architect"/>
                <w:color w:val="000000"/>
                <w:sz w:val="20"/>
                <w:szCs w:val="20"/>
              </w:rPr>
              <w:t>Big Ideas:</w:t>
            </w:r>
          </w:p>
          <w:p w:rsidR="009E5423" w:rsidRPr="007563B8" w:rsidRDefault="009E5423" w:rsidP="00BB7727">
            <w:pPr>
              <w:rPr>
                <w:rFonts w:ascii="Architect" w:hAnsi="Architect"/>
                <w:color w:val="000000"/>
                <w:sz w:val="20"/>
                <w:szCs w:val="20"/>
              </w:rPr>
            </w:pPr>
            <w:r w:rsidRPr="007563B8">
              <w:rPr>
                <w:rFonts w:ascii="Architect" w:hAnsi="Architect"/>
                <w:color w:val="000000"/>
                <w:sz w:val="20"/>
                <w:szCs w:val="20"/>
              </w:rPr>
              <w:t>Solving an equation is a process in which a value is found for a variable that will make an open sentence true.</w:t>
            </w:r>
          </w:p>
          <w:p w:rsidR="009E5423" w:rsidRPr="007563B8" w:rsidRDefault="009E5423" w:rsidP="00BB7727">
            <w:pPr>
              <w:rPr>
                <w:rFonts w:ascii="Architect" w:hAnsi="Architect"/>
                <w:color w:val="000000"/>
                <w:sz w:val="20"/>
                <w:szCs w:val="20"/>
              </w:rPr>
            </w:pPr>
            <w:r w:rsidRPr="007563B8">
              <w:rPr>
                <w:rFonts w:ascii="Architect" w:hAnsi="Architect"/>
                <w:color w:val="000000"/>
                <w:sz w:val="20"/>
                <w:szCs w:val="20"/>
              </w:rPr>
              <w:t xml:space="preserve">Order of operations, and inverse operations are tools to use when solving an equation. </w:t>
            </w:r>
          </w:p>
          <w:p w:rsidR="009E5423" w:rsidRPr="007563B8" w:rsidRDefault="009E5423" w:rsidP="00BB7727">
            <w:pPr>
              <w:rPr>
                <w:rFonts w:ascii="Architect" w:hAnsi="Architect"/>
                <w:color w:val="000000"/>
                <w:sz w:val="20"/>
                <w:szCs w:val="20"/>
              </w:rPr>
            </w:pPr>
          </w:p>
        </w:tc>
      </w:tr>
      <w:tr w:rsidR="009E5423" w:rsidRPr="007563B8" w:rsidTr="008D6D3A">
        <w:tc>
          <w:tcPr>
            <w:tcW w:w="2358" w:type="dxa"/>
          </w:tcPr>
          <w:p w:rsidR="009E5423" w:rsidRPr="007563B8" w:rsidRDefault="009E5423" w:rsidP="001928E9">
            <w:pPr>
              <w:rPr>
                <w:rFonts w:ascii="Architect" w:hAnsi="Architect"/>
                <w:b/>
                <w:color w:val="000000"/>
                <w:sz w:val="20"/>
                <w:szCs w:val="20"/>
              </w:rPr>
            </w:pPr>
            <w:r w:rsidRPr="007563B8">
              <w:rPr>
                <w:rFonts w:ascii="Architect" w:hAnsi="Architect"/>
                <w:b/>
                <w:color w:val="000000"/>
                <w:sz w:val="20"/>
                <w:szCs w:val="20"/>
              </w:rPr>
              <w:t>EXPLANATION</w:t>
            </w:r>
          </w:p>
          <w:p w:rsidR="009E5423" w:rsidRPr="007563B8" w:rsidRDefault="009E5423" w:rsidP="008D6D3A">
            <w:pPr>
              <w:pStyle w:val="BodyText"/>
              <w:numPr>
                <w:ilvl w:val="0"/>
                <w:numId w:val="1"/>
              </w:numPr>
              <w:spacing w:line="240" w:lineRule="auto"/>
              <w:rPr>
                <w:rFonts w:ascii="Architect" w:hAnsi="Architect"/>
                <w:color w:val="000000"/>
                <w:sz w:val="20"/>
              </w:rPr>
            </w:pPr>
            <w:r w:rsidRPr="007563B8">
              <w:rPr>
                <w:rFonts w:ascii="Architect" w:hAnsi="Architect"/>
                <w:color w:val="000000"/>
                <w:sz w:val="20"/>
              </w:rPr>
              <w:t xml:space="preserve">Student explanations should precede introduction of terms or explanations by the teacher. What questions or techniques will the teacher use to help students connect their exploration to the concept under examination? </w:t>
            </w:r>
          </w:p>
          <w:p w:rsidR="009E5423" w:rsidRPr="007563B8" w:rsidRDefault="009E5423" w:rsidP="008D6D3A">
            <w:pPr>
              <w:pStyle w:val="BodyText"/>
              <w:numPr>
                <w:ilvl w:val="0"/>
                <w:numId w:val="1"/>
              </w:numPr>
              <w:spacing w:line="240" w:lineRule="auto"/>
              <w:rPr>
                <w:rFonts w:ascii="Architect" w:hAnsi="Architect"/>
                <w:color w:val="000000"/>
                <w:sz w:val="20"/>
              </w:rPr>
            </w:pPr>
            <w:r w:rsidRPr="007563B8">
              <w:rPr>
                <w:rFonts w:ascii="Architect" w:hAnsi="Architect"/>
                <w:color w:val="000000"/>
                <w:sz w:val="20"/>
              </w:rPr>
              <w:t>List higher order thinking</w:t>
            </w:r>
            <w:r w:rsidRPr="007563B8">
              <w:rPr>
                <w:rFonts w:ascii="Architect" w:hAnsi="Architect"/>
                <w:b/>
                <w:color w:val="000000"/>
                <w:sz w:val="20"/>
              </w:rPr>
              <w:t xml:space="preserve"> (HOT) </w:t>
            </w:r>
            <w:r w:rsidRPr="007563B8">
              <w:rPr>
                <w:rFonts w:ascii="Architect" w:hAnsi="Architect"/>
                <w:color w:val="000000"/>
                <w:sz w:val="20"/>
              </w:rPr>
              <w:t xml:space="preserve">questions which teachers will use to solicit </w:t>
            </w:r>
            <w:r w:rsidRPr="007563B8">
              <w:rPr>
                <w:rFonts w:ascii="Architect" w:hAnsi="Architect"/>
                <w:i/>
                <w:color w:val="000000"/>
                <w:sz w:val="20"/>
              </w:rPr>
              <w:t>student</w:t>
            </w:r>
            <w:r w:rsidRPr="007563B8">
              <w:rPr>
                <w:rFonts w:ascii="Architect" w:hAnsi="Architect"/>
                <w:color w:val="000000"/>
                <w:sz w:val="20"/>
              </w:rPr>
              <w:t xml:space="preserve"> explanations and help them to justify their explanations.</w:t>
            </w:r>
          </w:p>
          <w:p w:rsidR="009E5423" w:rsidRPr="007563B8" w:rsidRDefault="009E5423" w:rsidP="001928E9">
            <w:pPr>
              <w:rPr>
                <w:rFonts w:ascii="Architect" w:hAnsi="Architect"/>
                <w:b/>
                <w:color w:val="000000"/>
                <w:sz w:val="20"/>
                <w:szCs w:val="20"/>
              </w:rPr>
            </w:pPr>
          </w:p>
          <w:p w:rsidR="009E5423" w:rsidRPr="007563B8" w:rsidRDefault="009E5423" w:rsidP="001928E9">
            <w:pPr>
              <w:rPr>
                <w:rFonts w:ascii="Architect" w:hAnsi="Architect"/>
                <w:b/>
                <w:color w:val="000000"/>
                <w:sz w:val="20"/>
                <w:szCs w:val="20"/>
              </w:rPr>
            </w:pPr>
          </w:p>
        </w:tc>
        <w:tc>
          <w:tcPr>
            <w:tcW w:w="8460" w:type="dxa"/>
          </w:tcPr>
          <w:p w:rsidR="009E5423" w:rsidRPr="007563B8" w:rsidRDefault="009E5423" w:rsidP="001928E9">
            <w:pPr>
              <w:rPr>
                <w:rFonts w:ascii="Architect" w:hAnsi="Architect"/>
                <w:b/>
                <w:color w:val="000000"/>
                <w:sz w:val="20"/>
                <w:szCs w:val="20"/>
              </w:rPr>
            </w:pPr>
            <w:r w:rsidRPr="007563B8">
              <w:rPr>
                <w:rFonts w:ascii="Architect" w:hAnsi="Architect"/>
                <w:color w:val="000000"/>
                <w:sz w:val="20"/>
                <w:szCs w:val="20"/>
              </w:rPr>
              <w:t>Discuss Inverse Operations:</w:t>
            </w:r>
            <w:r w:rsidRPr="007563B8">
              <w:rPr>
                <w:rFonts w:ascii="Architect" w:hAnsi="Architect"/>
                <w:b/>
                <w:color w:val="000000"/>
                <w:sz w:val="20"/>
                <w:szCs w:val="20"/>
              </w:rPr>
              <w:t xml:space="preserve"> (CQ) </w:t>
            </w:r>
            <w:r w:rsidRPr="007563B8">
              <w:rPr>
                <w:rFonts w:ascii="Architect" w:hAnsi="Architect"/>
                <w:color w:val="000000"/>
                <w:sz w:val="20"/>
                <w:szCs w:val="20"/>
              </w:rPr>
              <w:t>What are the inverse operations in mathematics?</w:t>
            </w:r>
          </w:p>
          <w:p w:rsidR="009E5423" w:rsidRPr="007563B8" w:rsidRDefault="009E5423" w:rsidP="001928E9">
            <w:pPr>
              <w:rPr>
                <w:rFonts w:ascii="Architect" w:hAnsi="Architect"/>
                <w:color w:val="000000"/>
                <w:sz w:val="20"/>
                <w:szCs w:val="20"/>
              </w:rPr>
            </w:pPr>
            <w:r w:rsidRPr="007563B8">
              <w:rPr>
                <w:rFonts w:ascii="Architect" w:hAnsi="Architect"/>
                <w:b/>
                <w:color w:val="000000"/>
                <w:sz w:val="20"/>
                <w:szCs w:val="20"/>
              </w:rPr>
              <w:t xml:space="preserve">(CQ) </w:t>
            </w:r>
            <w:r w:rsidRPr="007563B8">
              <w:rPr>
                <w:rFonts w:ascii="Architect" w:hAnsi="Architect"/>
                <w:color w:val="000000"/>
                <w:sz w:val="20"/>
                <w:szCs w:val="20"/>
              </w:rPr>
              <w:t>What is the effect on a number if both of the inverse operations are performed?</w:t>
            </w:r>
          </w:p>
          <w:p w:rsidR="009E5423" w:rsidRPr="007563B8" w:rsidRDefault="009E5423" w:rsidP="001928E9">
            <w:pPr>
              <w:rPr>
                <w:rFonts w:ascii="Architect" w:hAnsi="Architect"/>
                <w:color w:val="000000"/>
                <w:sz w:val="20"/>
                <w:szCs w:val="20"/>
              </w:rPr>
            </w:pPr>
            <w:r w:rsidRPr="007563B8">
              <w:rPr>
                <w:rFonts w:ascii="Architect" w:hAnsi="Architect"/>
                <w:color w:val="000000"/>
                <w:sz w:val="20"/>
                <w:szCs w:val="20"/>
              </w:rPr>
              <w:t xml:space="preserve">The objective is understanding of the relationship of the effects of inverse operations - that what the first operation did “do” to the number, the inverse operation will “undo”. </w:t>
            </w:r>
          </w:p>
          <w:p w:rsidR="009E5423" w:rsidRPr="007563B8" w:rsidRDefault="009E5423" w:rsidP="001928E9">
            <w:pPr>
              <w:rPr>
                <w:rFonts w:ascii="Architect" w:hAnsi="Architect"/>
                <w:color w:val="000000"/>
                <w:sz w:val="20"/>
                <w:szCs w:val="20"/>
              </w:rPr>
            </w:pPr>
            <w:r w:rsidRPr="007563B8">
              <w:rPr>
                <w:rFonts w:ascii="Architect" w:hAnsi="Architect"/>
                <w:b/>
                <w:color w:val="000000"/>
                <w:sz w:val="20"/>
                <w:szCs w:val="20"/>
              </w:rPr>
              <w:t xml:space="preserve">(CQ) </w:t>
            </w:r>
            <w:r w:rsidRPr="007563B8">
              <w:rPr>
                <w:rFonts w:ascii="Architect" w:hAnsi="Architect"/>
                <w:color w:val="000000"/>
                <w:sz w:val="20"/>
                <w:szCs w:val="20"/>
              </w:rPr>
              <w:t>Ask students for a pair of inverse operations and use their suggestions so demonstrate concept similar to examples below.</w:t>
            </w:r>
          </w:p>
          <w:p w:rsidR="009E5423" w:rsidRPr="007563B8" w:rsidRDefault="009E5423" w:rsidP="001928E9">
            <w:pPr>
              <w:rPr>
                <w:rFonts w:ascii="Architect" w:hAnsi="Architect"/>
                <w:color w:val="000000"/>
                <w:sz w:val="20"/>
                <w:szCs w:val="20"/>
              </w:rPr>
            </w:pPr>
            <w:r w:rsidRPr="007563B8">
              <w:rPr>
                <w:rFonts w:ascii="Architect" w:hAnsi="Architect"/>
                <w:color w:val="000000"/>
                <w:position w:val="-66"/>
                <w:sz w:val="20"/>
                <w:szCs w:val="20"/>
              </w:rPr>
              <w:pict>
                <v:shape id="_x0000_i1027" type="#_x0000_t75" style="width:304.5pt;height:71.25pt">
                  <v:imagedata r:id="rId10" o:title=""/>
                </v:shape>
              </w:pict>
            </w:r>
          </w:p>
          <w:p w:rsidR="009E5423" w:rsidRPr="007563B8" w:rsidRDefault="009E5423" w:rsidP="001928E9">
            <w:pPr>
              <w:rPr>
                <w:rFonts w:ascii="Architect" w:hAnsi="Architect"/>
                <w:color w:val="000000"/>
                <w:sz w:val="20"/>
                <w:szCs w:val="20"/>
              </w:rPr>
            </w:pPr>
          </w:p>
          <w:p w:rsidR="009E5423" w:rsidRPr="007563B8" w:rsidRDefault="009E5423" w:rsidP="001928E9">
            <w:pPr>
              <w:rPr>
                <w:rFonts w:ascii="Architect" w:hAnsi="Architect"/>
                <w:color w:val="000000"/>
                <w:sz w:val="20"/>
                <w:szCs w:val="20"/>
              </w:rPr>
            </w:pPr>
            <w:r w:rsidRPr="007563B8">
              <w:rPr>
                <w:rFonts w:ascii="Architect" w:hAnsi="Architect"/>
                <w:color w:val="000000"/>
                <w:position w:val="-66"/>
                <w:sz w:val="20"/>
                <w:szCs w:val="20"/>
              </w:rPr>
              <w:pict>
                <v:shape id="_x0000_i1028" type="#_x0000_t75" style="width:343.5pt;height:71.25pt">
                  <v:imagedata r:id="rId11" o:title=""/>
                </v:shape>
              </w:pict>
            </w:r>
          </w:p>
          <w:p w:rsidR="009E5423" w:rsidRPr="007563B8" w:rsidRDefault="009E5423" w:rsidP="001928E9">
            <w:pPr>
              <w:rPr>
                <w:rFonts w:ascii="Architect" w:hAnsi="Architect"/>
                <w:color w:val="000000"/>
                <w:sz w:val="20"/>
                <w:szCs w:val="20"/>
              </w:rPr>
            </w:pPr>
          </w:p>
          <w:p w:rsidR="009E5423" w:rsidRPr="007563B8" w:rsidRDefault="009E5423" w:rsidP="001928E9">
            <w:pPr>
              <w:rPr>
                <w:rFonts w:ascii="Architect" w:hAnsi="Architect"/>
                <w:color w:val="000000"/>
                <w:sz w:val="20"/>
                <w:szCs w:val="20"/>
              </w:rPr>
            </w:pPr>
            <w:r w:rsidRPr="007563B8">
              <w:rPr>
                <w:rFonts w:ascii="Architect" w:hAnsi="Architect"/>
                <w:color w:val="000000"/>
                <w:sz w:val="20"/>
                <w:szCs w:val="20"/>
              </w:rPr>
              <w:t xml:space="preserve">Discuss concept of </w:t>
            </w:r>
            <w:r w:rsidRPr="007563B8">
              <w:rPr>
                <w:rFonts w:ascii="Architect" w:hAnsi="Architect"/>
                <w:b/>
                <w:color w:val="000000"/>
                <w:sz w:val="20"/>
                <w:szCs w:val="20"/>
              </w:rPr>
              <w:t>equality</w:t>
            </w:r>
            <w:r w:rsidRPr="007563B8">
              <w:rPr>
                <w:rFonts w:ascii="Architect" w:hAnsi="Architect"/>
                <w:color w:val="000000"/>
                <w:sz w:val="20"/>
                <w:szCs w:val="20"/>
              </w:rPr>
              <w:t xml:space="preserve"> integral to both creating an equation and solving an equation.</w:t>
            </w:r>
          </w:p>
          <w:p w:rsidR="009E5423" w:rsidRPr="007563B8" w:rsidRDefault="009E5423" w:rsidP="001928E9">
            <w:pPr>
              <w:rPr>
                <w:rFonts w:ascii="Architect" w:hAnsi="Architect"/>
                <w:color w:val="000000"/>
                <w:sz w:val="20"/>
                <w:szCs w:val="20"/>
              </w:rPr>
            </w:pPr>
            <w:r w:rsidRPr="007563B8">
              <w:rPr>
                <w:rFonts w:ascii="Architect" w:hAnsi="Architect"/>
                <w:color w:val="000000"/>
                <w:sz w:val="20"/>
                <w:szCs w:val="20"/>
              </w:rPr>
              <w:t xml:space="preserve">Stress the meaning of “=”; note that operation is performed on both of the two equal numbers so that the numbers </w:t>
            </w:r>
            <w:r w:rsidRPr="007563B8">
              <w:rPr>
                <w:rFonts w:ascii="Architect" w:hAnsi="Architect"/>
                <w:b/>
                <w:color w:val="000000"/>
                <w:sz w:val="20"/>
                <w:szCs w:val="20"/>
              </w:rPr>
              <w:t>remain equal</w:t>
            </w:r>
            <w:r w:rsidRPr="007563B8">
              <w:rPr>
                <w:rFonts w:ascii="Architect" w:hAnsi="Architect"/>
                <w:color w:val="000000"/>
                <w:sz w:val="20"/>
                <w:szCs w:val="20"/>
              </w:rPr>
              <w:t xml:space="preserve">. </w:t>
            </w:r>
          </w:p>
          <w:p w:rsidR="009E5423" w:rsidRPr="007563B8" w:rsidRDefault="009E5423" w:rsidP="001928E9">
            <w:pPr>
              <w:rPr>
                <w:rFonts w:ascii="Architect" w:hAnsi="Architect"/>
                <w:color w:val="000000"/>
                <w:sz w:val="20"/>
                <w:szCs w:val="20"/>
              </w:rPr>
            </w:pPr>
            <w:r w:rsidRPr="007563B8">
              <w:rPr>
                <w:rFonts w:ascii="Architect" w:hAnsi="Architect"/>
                <w:color w:val="000000"/>
                <w:sz w:val="20"/>
                <w:szCs w:val="20"/>
              </w:rPr>
              <w:t>Illustrate real-life situation with diagram:</w:t>
            </w:r>
          </w:p>
          <w:p w:rsidR="009E5423" w:rsidRPr="007563B8" w:rsidRDefault="009E5423" w:rsidP="001928E9">
            <w:pPr>
              <w:rPr>
                <w:rFonts w:ascii="Architect" w:hAnsi="Architect"/>
                <w:color w:val="000000"/>
                <w:sz w:val="20"/>
                <w:szCs w:val="20"/>
              </w:rPr>
            </w:pPr>
            <w:r w:rsidRPr="007563B8">
              <w:rPr>
                <w:rFonts w:ascii="Architect" w:hAnsi="Architect"/>
                <w:color w:val="000000"/>
                <w:sz w:val="20"/>
                <w:szCs w:val="20"/>
              </w:rPr>
              <w:t xml:space="preserve">Both you and your friend have the same plate. = </w:t>
            </w:r>
          </w:p>
          <w:p w:rsidR="009E5423" w:rsidRPr="007563B8" w:rsidRDefault="009E5423" w:rsidP="001928E9">
            <w:pPr>
              <w:rPr>
                <w:rFonts w:ascii="Architect" w:hAnsi="Architect"/>
                <w:color w:val="000000"/>
                <w:sz w:val="20"/>
                <w:szCs w:val="20"/>
              </w:rPr>
            </w:pPr>
            <w:r w:rsidRPr="007563B8">
              <w:rPr>
                <w:rFonts w:ascii="Architect" w:hAnsi="Architect"/>
                <w:color w:val="000000"/>
                <w:sz w:val="20"/>
                <w:szCs w:val="20"/>
              </w:rPr>
              <w:t>You and your friend both add a sandwich.        =</w:t>
            </w:r>
          </w:p>
          <w:p w:rsidR="009E5423" w:rsidRPr="007563B8" w:rsidRDefault="009E5423" w:rsidP="001928E9">
            <w:pPr>
              <w:rPr>
                <w:rFonts w:ascii="Architect" w:hAnsi="Architect"/>
                <w:color w:val="000000"/>
                <w:sz w:val="20"/>
                <w:szCs w:val="20"/>
              </w:rPr>
            </w:pPr>
            <w:r w:rsidRPr="007563B8">
              <w:rPr>
                <w:rFonts w:ascii="Architect" w:hAnsi="Architect"/>
                <w:color w:val="000000"/>
                <w:sz w:val="20"/>
                <w:szCs w:val="20"/>
              </w:rPr>
              <w:t>You and your friend both add an apple.             =</w:t>
            </w:r>
          </w:p>
          <w:p w:rsidR="009E5423" w:rsidRPr="007563B8" w:rsidRDefault="009E5423" w:rsidP="001928E9">
            <w:pPr>
              <w:rPr>
                <w:rFonts w:ascii="Architect" w:hAnsi="Architect"/>
                <w:color w:val="000000"/>
                <w:sz w:val="20"/>
                <w:szCs w:val="20"/>
              </w:rPr>
            </w:pPr>
            <w:r w:rsidRPr="007563B8">
              <w:rPr>
                <w:rFonts w:ascii="Architect" w:hAnsi="Architect"/>
                <w:color w:val="000000"/>
                <w:sz w:val="20"/>
                <w:szCs w:val="20"/>
              </w:rPr>
              <w:t>What if only your friend gets an ice cream cone?      Not =</w:t>
            </w:r>
          </w:p>
          <w:p w:rsidR="009E5423" w:rsidRPr="007563B8" w:rsidRDefault="009E5423">
            <w:pPr>
              <w:rPr>
                <w:rFonts w:ascii="Architect" w:hAnsi="Architect"/>
                <w:color w:val="000000"/>
                <w:sz w:val="20"/>
                <w:szCs w:val="20"/>
              </w:rPr>
            </w:pPr>
          </w:p>
          <w:p w:rsidR="009E5423" w:rsidRPr="007563B8" w:rsidRDefault="009E5423">
            <w:pPr>
              <w:rPr>
                <w:rFonts w:ascii="Architect" w:hAnsi="Architect"/>
                <w:color w:val="000000"/>
                <w:sz w:val="20"/>
                <w:szCs w:val="20"/>
              </w:rPr>
            </w:pPr>
            <w:r w:rsidRPr="007563B8">
              <w:rPr>
                <w:rFonts w:ascii="Architect" w:hAnsi="Architect"/>
                <w:color w:val="000000"/>
                <w:sz w:val="20"/>
                <w:szCs w:val="20"/>
              </w:rPr>
              <w:t>Transfer understanding to numerical equality. Emphasize the “equality”  of the two numbers as long as both numbers undergo the same operations. (Properties are given for teacher knowledge and it is not necessary for students to know names but it is necessary for them to understand the concept.)</w:t>
            </w:r>
          </w:p>
          <w:p w:rsidR="009E5423" w:rsidRPr="007563B8" w:rsidRDefault="009E5423">
            <w:pPr>
              <w:rPr>
                <w:rFonts w:ascii="Architect" w:hAnsi="Architect"/>
                <w:color w:val="000000"/>
                <w:position w:val="-222"/>
                <w:sz w:val="20"/>
                <w:szCs w:val="20"/>
              </w:rPr>
            </w:pPr>
            <w:r w:rsidRPr="007563B8">
              <w:rPr>
                <w:rFonts w:ascii="Architect" w:hAnsi="Architect"/>
                <w:color w:val="000000"/>
                <w:position w:val="-222"/>
                <w:sz w:val="20"/>
                <w:szCs w:val="20"/>
              </w:rPr>
              <w:pict>
                <v:shape id="_x0000_i1029" type="#_x0000_t75" style="width:242.25pt;height:225pt">
                  <v:imagedata r:id="rId12" o:title=""/>
                </v:shape>
              </w:pict>
            </w:r>
          </w:p>
          <w:p w:rsidR="009E5423" w:rsidRPr="007563B8" w:rsidRDefault="009E5423">
            <w:pPr>
              <w:rPr>
                <w:rFonts w:ascii="Architect" w:hAnsi="Architect"/>
                <w:color w:val="000000"/>
                <w:sz w:val="20"/>
                <w:szCs w:val="20"/>
              </w:rPr>
            </w:pPr>
          </w:p>
          <w:p w:rsidR="009E5423" w:rsidRPr="007563B8" w:rsidRDefault="009E5423">
            <w:pPr>
              <w:rPr>
                <w:rFonts w:ascii="Architect" w:hAnsi="Architect"/>
                <w:color w:val="000000"/>
                <w:sz w:val="20"/>
                <w:szCs w:val="20"/>
              </w:rPr>
            </w:pPr>
            <w:r w:rsidRPr="007563B8">
              <w:rPr>
                <w:rFonts w:ascii="Architect" w:hAnsi="Architect"/>
                <w:color w:val="000000"/>
                <w:sz w:val="20"/>
                <w:szCs w:val="20"/>
              </w:rPr>
              <w:t xml:space="preserve">Solve several one-step/two-step equations with student input.  Create do/undo lists as shown on the handout with the graphics.  Identify inverse operations.  Emphasize that the operation is being done to both expressions so that they are being kept equal (formally properties of equality.) </w:t>
            </w:r>
          </w:p>
          <w:p w:rsidR="009E5423" w:rsidRPr="007563B8" w:rsidRDefault="009E5423">
            <w:pPr>
              <w:rPr>
                <w:rFonts w:ascii="Architect" w:hAnsi="Architect"/>
                <w:b/>
                <w:color w:val="000000"/>
                <w:sz w:val="20"/>
                <w:szCs w:val="20"/>
              </w:rPr>
            </w:pPr>
          </w:p>
          <w:p w:rsidR="009E5423" w:rsidRPr="007563B8" w:rsidRDefault="009E5423">
            <w:pPr>
              <w:rPr>
                <w:rFonts w:ascii="Architect" w:hAnsi="Architect"/>
                <w:color w:val="000000"/>
                <w:sz w:val="20"/>
                <w:szCs w:val="20"/>
              </w:rPr>
            </w:pPr>
            <w:r w:rsidRPr="007563B8">
              <w:rPr>
                <w:rFonts w:ascii="Architect" w:hAnsi="Architect"/>
                <w:b/>
                <w:color w:val="000000"/>
                <w:sz w:val="20"/>
                <w:szCs w:val="20"/>
              </w:rPr>
              <w:t xml:space="preserve">(OE) YOUR TURN! </w:t>
            </w:r>
            <w:r w:rsidRPr="007563B8">
              <w:rPr>
                <w:rFonts w:ascii="Architect" w:hAnsi="Architect"/>
                <w:color w:val="000000"/>
                <w:sz w:val="20"/>
                <w:szCs w:val="20"/>
              </w:rPr>
              <w:t xml:space="preserve">Individual practice. Provide 2-3 equations.  Tell students that the important part of this exercise is to identify the “DO LIST” (order of operations on the variable) and to use that to develop the “UNDO LIST” (reverse order of inverse operations). Make sure they understand that being able to show and communicate their thinking in this manner is one of the main objectives in mathematics. Circulate while students are creating the lists and solving the equations making sure students are performing the same operation to both members of the equation. </w:t>
            </w:r>
          </w:p>
          <w:p w:rsidR="009E5423" w:rsidRPr="007563B8" w:rsidRDefault="009E5423" w:rsidP="00023ED4">
            <w:pPr>
              <w:rPr>
                <w:rFonts w:ascii="Architect" w:hAnsi="Architect"/>
                <w:color w:val="000000"/>
                <w:sz w:val="20"/>
                <w:szCs w:val="20"/>
              </w:rPr>
            </w:pPr>
          </w:p>
          <w:p w:rsidR="009E5423" w:rsidRPr="007563B8" w:rsidRDefault="009E5423">
            <w:pPr>
              <w:rPr>
                <w:rFonts w:ascii="Architect" w:hAnsi="Architect"/>
                <w:color w:val="000000"/>
                <w:sz w:val="20"/>
                <w:szCs w:val="20"/>
              </w:rPr>
            </w:pPr>
          </w:p>
        </w:tc>
      </w:tr>
      <w:tr w:rsidR="009E5423" w:rsidRPr="007563B8" w:rsidTr="008D6D3A">
        <w:tc>
          <w:tcPr>
            <w:tcW w:w="2358" w:type="dxa"/>
          </w:tcPr>
          <w:p w:rsidR="009E5423" w:rsidRPr="007563B8" w:rsidRDefault="009E5423" w:rsidP="001928E9">
            <w:pPr>
              <w:rPr>
                <w:rFonts w:ascii="Architect" w:hAnsi="Architect"/>
                <w:b/>
                <w:color w:val="000000"/>
                <w:sz w:val="20"/>
                <w:szCs w:val="20"/>
              </w:rPr>
            </w:pPr>
            <w:r w:rsidRPr="007563B8">
              <w:rPr>
                <w:rFonts w:ascii="Architect" w:hAnsi="Architect"/>
                <w:b/>
                <w:color w:val="000000"/>
                <w:sz w:val="20"/>
                <w:szCs w:val="20"/>
              </w:rPr>
              <w:t>ELABORATION</w:t>
            </w:r>
          </w:p>
          <w:p w:rsidR="009E5423" w:rsidRPr="007563B8" w:rsidRDefault="009E5423" w:rsidP="008D6D3A">
            <w:pPr>
              <w:pStyle w:val="BodyText"/>
              <w:numPr>
                <w:ilvl w:val="0"/>
                <w:numId w:val="1"/>
              </w:numPr>
              <w:spacing w:line="240" w:lineRule="auto"/>
              <w:rPr>
                <w:rFonts w:ascii="Architect" w:hAnsi="Architect"/>
                <w:color w:val="000000"/>
                <w:sz w:val="20"/>
              </w:rPr>
            </w:pPr>
            <w:r w:rsidRPr="007563B8">
              <w:rPr>
                <w:rFonts w:ascii="Architect" w:hAnsi="Architect"/>
                <w:color w:val="000000"/>
                <w:sz w:val="20"/>
              </w:rPr>
              <w:t>Describe how students will develop a more sophisticated understanding of the concept.</w:t>
            </w:r>
          </w:p>
          <w:p w:rsidR="009E5423" w:rsidRPr="007563B8" w:rsidRDefault="009E5423" w:rsidP="008D6D3A">
            <w:pPr>
              <w:pStyle w:val="BodyText"/>
              <w:spacing w:line="240" w:lineRule="auto"/>
              <w:ind w:left="360"/>
              <w:rPr>
                <w:rFonts w:ascii="Architect" w:hAnsi="Architect"/>
                <w:color w:val="000000"/>
                <w:sz w:val="20"/>
              </w:rPr>
            </w:pP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r w:rsidRPr="007563B8">
              <w:rPr>
                <w:rFonts w:ascii="Architect" w:hAnsi="Architect"/>
                <w:color w:val="000000"/>
                <w:sz w:val="20"/>
              </w:rPr>
              <w:br/>
            </w:r>
          </w:p>
          <w:p w:rsidR="009E5423" w:rsidRPr="007563B8" w:rsidRDefault="009E5423" w:rsidP="008D6D3A">
            <w:pPr>
              <w:pStyle w:val="BodyText"/>
              <w:spacing w:line="240" w:lineRule="auto"/>
              <w:rPr>
                <w:rFonts w:ascii="Architect" w:hAnsi="Architect"/>
                <w:color w:val="000000"/>
                <w:sz w:val="20"/>
              </w:rPr>
            </w:pPr>
          </w:p>
          <w:p w:rsidR="009E5423" w:rsidRPr="007563B8" w:rsidRDefault="009E5423" w:rsidP="008D6D3A">
            <w:pPr>
              <w:pStyle w:val="BodyText"/>
              <w:spacing w:line="240" w:lineRule="auto"/>
              <w:rPr>
                <w:rFonts w:ascii="Architect" w:hAnsi="Architect"/>
                <w:color w:val="000000"/>
                <w:sz w:val="20"/>
              </w:rPr>
            </w:pPr>
          </w:p>
          <w:p w:rsidR="009E5423" w:rsidRPr="007563B8" w:rsidRDefault="009E5423" w:rsidP="008D6D3A">
            <w:pPr>
              <w:pStyle w:val="BodyText"/>
              <w:spacing w:line="240" w:lineRule="auto"/>
              <w:rPr>
                <w:rFonts w:ascii="Architect" w:hAnsi="Architect"/>
                <w:color w:val="000000"/>
                <w:sz w:val="20"/>
              </w:rPr>
            </w:pPr>
          </w:p>
          <w:p w:rsidR="009E5423" w:rsidRPr="007563B8" w:rsidRDefault="009E5423" w:rsidP="008D6D3A">
            <w:pPr>
              <w:pStyle w:val="BodyText"/>
              <w:spacing w:line="240" w:lineRule="auto"/>
              <w:rPr>
                <w:rFonts w:ascii="Architect" w:hAnsi="Architect"/>
                <w:color w:val="000000"/>
                <w:sz w:val="20"/>
              </w:rPr>
            </w:pPr>
          </w:p>
          <w:p w:rsidR="009E5423" w:rsidRPr="007563B8" w:rsidRDefault="009E5423" w:rsidP="008D6D3A">
            <w:pPr>
              <w:pStyle w:val="BodyText"/>
              <w:spacing w:line="240" w:lineRule="auto"/>
              <w:rPr>
                <w:rFonts w:ascii="Architect" w:hAnsi="Architect"/>
                <w:color w:val="000000"/>
                <w:sz w:val="20"/>
              </w:rPr>
            </w:pPr>
          </w:p>
          <w:p w:rsidR="009E5423" w:rsidRPr="007563B8" w:rsidRDefault="009E5423" w:rsidP="008D6D3A">
            <w:pPr>
              <w:pStyle w:val="BodyText"/>
              <w:spacing w:line="240" w:lineRule="auto"/>
              <w:rPr>
                <w:rFonts w:ascii="Architect" w:hAnsi="Architect"/>
                <w:color w:val="000000"/>
                <w:sz w:val="20"/>
              </w:rPr>
            </w:pPr>
          </w:p>
          <w:p w:rsidR="009E5423" w:rsidRPr="007563B8" w:rsidRDefault="009E5423" w:rsidP="008D6D3A">
            <w:pPr>
              <w:pStyle w:val="BodyText"/>
              <w:spacing w:line="240" w:lineRule="auto"/>
              <w:rPr>
                <w:rFonts w:ascii="Architect" w:hAnsi="Architect"/>
                <w:color w:val="000000"/>
                <w:sz w:val="20"/>
              </w:rPr>
            </w:pPr>
          </w:p>
          <w:p w:rsidR="009E5423" w:rsidRPr="007563B8" w:rsidRDefault="009E5423" w:rsidP="008D6D3A">
            <w:pPr>
              <w:pStyle w:val="BodyText"/>
              <w:numPr>
                <w:ilvl w:val="0"/>
                <w:numId w:val="1"/>
              </w:numPr>
              <w:spacing w:line="240" w:lineRule="auto"/>
              <w:rPr>
                <w:rFonts w:ascii="Architect" w:hAnsi="Architect"/>
                <w:color w:val="000000"/>
                <w:sz w:val="20"/>
              </w:rPr>
            </w:pPr>
            <w:r w:rsidRPr="007563B8">
              <w:rPr>
                <w:rFonts w:ascii="Architect" w:hAnsi="Architect"/>
                <w:color w:val="000000"/>
                <w:sz w:val="20"/>
              </w:rPr>
              <w:t>What vocabulary will be introduced and how will it connect to students’ observations?</w:t>
            </w:r>
            <w:r w:rsidRPr="007563B8">
              <w:rPr>
                <w:rFonts w:ascii="Architect" w:hAnsi="Architect"/>
                <w:color w:val="000000"/>
                <w:sz w:val="20"/>
              </w:rPr>
              <w:br/>
            </w:r>
          </w:p>
          <w:p w:rsidR="009E5423" w:rsidRPr="007563B8" w:rsidRDefault="009E5423" w:rsidP="008D6D3A">
            <w:pPr>
              <w:pStyle w:val="BodyText"/>
              <w:numPr>
                <w:ilvl w:val="0"/>
                <w:numId w:val="1"/>
              </w:numPr>
              <w:spacing w:line="240" w:lineRule="auto"/>
              <w:rPr>
                <w:rFonts w:ascii="Architect" w:hAnsi="Architect"/>
                <w:color w:val="000000"/>
                <w:sz w:val="20"/>
              </w:rPr>
            </w:pPr>
            <w:r w:rsidRPr="007563B8">
              <w:rPr>
                <w:rFonts w:ascii="Architect" w:hAnsi="Architect"/>
                <w:color w:val="000000"/>
                <w:sz w:val="20"/>
              </w:rPr>
              <w:t>How is this knowledge applied in our daily lives?</w:t>
            </w:r>
          </w:p>
        </w:tc>
        <w:tc>
          <w:tcPr>
            <w:tcW w:w="8460" w:type="dxa"/>
          </w:tcPr>
          <w:p w:rsidR="009E5423" w:rsidRPr="007563B8" w:rsidRDefault="009E5423" w:rsidP="001928E9">
            <w:pPr>
              <w:rPr>
                <w:rFonts w:ascii="Architect" w:hAnsi="Architect"/>
                <w:color w:val="000000"/>
                <w:sz w:val="20"/>
                <w:szCs w:val="20"/>
              </w:rPr>
            </w:pPr>
            <w:r w:rsidRPr="007563B8">
              <w:rPr>
                <w:rFonts w:ascii="Architect" w:hAnsi="Architect"/>
                <w:color w:val="000000"/>
                <w:sz w:val="20"/>
                <w:szCs w:val="20"/>
              </w:rPr>
              <w:t>Students develop understanding when they create their own equations. The first activity reinforces that the solution to an equation makes the open sentence a true statement.  The second one applies properties of equality to work from a solution to develop an equation for the solution.</w:t>
            </w:r>
          </w:p>
          <w:p w:rsidR="009E5423" w:rsidRPr="007563B8" w:rsidRDefault="009E5423" w:rsidP="00BF0A90">
            <w:pPr>
              <w:rPr>
                <w:rFonts w:ascii="Architect" w:hAnsi="Architect"/>
                <w:color w:val="000000"/>
                <w:sz w:val="20"/>
                <w:szCs w:val="20"/>
              </w:rPr>
            </w:pPr>
          </w:p>
          <w:p w:rsidR="009E5423" w:rsidRPr="007563B8" w:rsidRDefault="009E5423" w:rsidP="00BF0A90">
            <w:pPr>
              <w:rPr>
                <w:rFonts w:ascii="Architect" w:hAnsi="Architect"/>
                <w:color w:val="000000"/>
                <w:sz w:val="20"/>
                <w:szCs w:val="20"/>
              </w:rPr>
            </w:pPr>
            <w:r w:rsidRPr="007563B8">
              <w:rPr>
                <w:rFonts w:ascii="Architect" w:hAnsi="Architect"/>
                <w:b/>
                <w:color w:val="000000"/>
                <w:sz w:val="20"/>
                <w:szCs w:val="20"/>
              </w:rPr>
              <w:t xml:space="preserve">(OE) </w:t>
            </w:r>
            <w:r w:rsidRPr="007563B8">
              <w:rPr>
                <w:rFonts w:ascii="Architect" w:hAnsi="Architect"/>
                <w:color w:val="000000"/>
                <w:sz w:val="20"/>
                <w:szCs w:val="20"/>
              </w:rPr>
              <w:t>Paired Equation Construction:  Each student receives an index card (with different one-step or two-step expressions on one side).  Each student draws a number card (from set of appropriate types of numbers: whole numbers, decimal numbers, fractions, or mixed numbers), substitutes number into the expression, evaluates the expression, and places value into other side of equation. Students trade cards with partner, solve partner’s equation on paper, checks solution with partner. Let each pair of partners trade equations with another pair of partners and solve the new equations, etc.</w:t>
            </w:r>
          </w:p>
          <w:p w:rsidR="009E5423" w:rsidRPr="007563B8" w:rsidRDefault="009E5423" w:rsidP="001928E9">
            <w:pPr>
              <w:rPr>
                <w:rFonts w:ascii="Architect" w:hAnsi="Architect"/>
                <w:b/>
                <w:color w:val="000000"/>
                <w:sz w:val="20"/>
                <w:szCs w:val="20"/>
              </w:rPr>
            </w:pPr>
          </w:p>
          <w:p w:rsidR="009E5423" w:rsidRPr="007563B8" w:rsidRDefault="009E5423" w:rsidP="001928E9">
            <w:pPr>
              <w:rPr>
                <w:rFonts w:ascii="Architect" w:hAnsi="Architect"/>
                <w:color w:val="000000"/>
                <w:sz w:val="20"/>
                <w:szCs w:val="20"/>
              </w:rPr>
            </w:pPr>
            <w:r w:rsidRPr="007563B8">
              <w:rPr>
                <w:rFonts w:ascii="Architect" w:hAnsi="Architect"/>
                <w:b/>
                <w:color w:val="000000"/>
                <w:sz w:val="20"/>
                <w:szCs w:val="20"/>
              </w:rPr>
              <w:t>For every solution there is a problem</w:t>
            </w:r>
            <w:r w:rsidRPr="007563B8">
              <w:rPr>
                <w:rFonts w:ascii="Architect" w:hAnsi="Architect"/>
                <w:color w:val="000000"/>
                <w:sz w:val="20"/>
                <w:szCs w:val="20"/>
              </w:rPr>
              <w:t xml:space="preserve">. </w:t>
            </w:r>
          </w:p>
          <w:p w:rsidR="009E5423" w:rsidRPr="007563B8" w:rsidRDefault="009E5423" w:rsidP="001928E9">
            <w:pPr>
              <w:rPr>
                <w:rFonts w:ascii="Architect" w:hAnsi="Architect"/>
                <w:color w:val="000000"/>
                <w:sz w:val="20"/>
                <w:szCs w:val="20"/>
              </w:rPr>
            </w:pPr>
            <w:r w:rsidRPr="007563B8">
              <w:rPr>
                <w:rFonts w:ascii="Architect" w:hAnsi="Architect"/>
                <w:color w:val="000000"/>
                <w:sz w:val="20"/>
                <w:szCs w:val="20"/>
              </w:rPr>
              <w:t>Students will create their own equations to be solved by their peers.</w:t>
            </w:r>
          </w:p>
          <w:p w:rsidR="009E5423" w:rsidRPr="007563B8" w:rsidRDefault="009E5423" w:rsidP="001928E9">
            <w:pPr>
              <w:rPr>
                <w:rFonts w:ascii="Architect" w:hAnsi="Architect"/>
                <w:color w:val="000000"/>
                <w:sz w:val="20"/>
                <w:szCs w:val="20"/>
              </w:rPr>
            </w:pPr>
          </w:p>
          <w:p w:rsidR="009E5423" w:rsidRPr="007563B8" w:rsidRDefault="009E5423" w:rsidP="001928E9">
            <w:pPr>
              <w:rPr>
                <w:rFonts w:ascii="Architect" w:hAnsi="Architect"/>
                <w:color w:val="000000"/>
                <w:sz w:val="20"/>
                <w:szCs w:val="20"/>
              </w:rPr>
            </w:pPr>
            <w:r w:rsidRPr="007563B8">
              <w:rPr>
                <w:rFonts w:ascii="Architect" w:hAnsi="Architect"/>
                <w:color w:val="000000"/>
                <w:sz w:val="20"/>
                <w:szCs w:val="20"/>
              </w:rPr>
              <w:t>Demonstrate: one-step equation</w:t>
            </w:r>
          </w:p>
          <w:p w:rsidR="009E5423" w:rsidRPr="007563B8" w:rsidRDefault="009E5423" w:rsidP="001928E9">
            <w:pPr>
              <w:rPr>
                <w:rFonts w:ascii="Architect" w:hAnsi="Architect"/>
                <w:color w:val="000000"/>
                <w:sz w:val="20"/>
                <w:szCs w:val="20"/>
              </w:rPr>
            </w:pPr>
            <w:r w:rsidRPr="007563B8">
              <w:rPr>
                <w:rFonts w:ascii="Architect" w:hAnsi="Architect"/>
                <w:color w:val="000000"/>
                <w:sz w:val="20"/>
                <w:szCs w:val="20"/>
              </w:rPr>
              <w:t xml:space="preserve">Begin with a solution in the form variable equals value; perform same operation on both sides of the equal sign,  </w:t>
            </w:r>
          </w:p>
          <w:p w:rsidR="009E5423" w:rsidRPr="007563B8" w:rsidRDefault="009E5423" w:rsidP="001928E9">
            <w:pPr>
              <w:rPr>
                <w:rFonts w:ascii="Architect" w:hAnsi="Architect"/>
                <w:color w:val="000000"/>
                <w:sz w:val="20"/>
                <w:szCs w:val="20"/>
              </w:rPr>
            </w:pPr>
          </w:p>
          <w:p w:rsidR="009E5423" w:rsidRPr="007563B8" w:rsidRDefault="009E5423" w:rsidP="001928E9">
            <w:pPr>
              <w:rPr>
                <w:rFonts w:ascii="Architect" w:hAnsi="Architect"/>
                <w:color w:val="000000"/>
                <w:sz w:val="20"/>
                <w:szCs w:val="20"/>
              </w:rPr>
            </w:pPr>
            <w:r w:rsidRPr="007563B8">
              <w:rPr>
                <w:rFonts w:ascii="Architect" w:hAnsi="Architect"/>
                <w:color w:val="000000"/>
                <w:position w:val="-46"/>
                <w:sz w:val="20"/>
                <w:szCs w:val="20"/>
              </w:rPr>
              <w:pict>
                <v:shape id="_x0000_i1030" type="#_x0000_t75" style="width:259.5pt;height:54pt;flip:y">
                  <v:imagedata r:id="rId13" o:title=""/>
                </v:shape>
              </w:pict>
            </w:r>
          </w:p>
          <w:p w:rsidR="009E5423" w:rsidRPr="007563B8" w:rsidRDefault="009E5423" w:rsidP="001928E9">
            <w:pPr>
              <w:rPr>
                <w:rFonts w:ascii="Architect" w:hAnsi="Architect"/>
                <w:color w:val="000000"/>
                <w:sz w:val="20"/>
                <w:szCs w:val="20"/>
              </w:rPr>
            </w:pPr>
          </w:p>
          <w:p w:rsidR="009E5423" w:rsidRPr="007563B8" w:rsidRDefault="009E5423" w:rsidP="001928E9">
            <w:pPr>
              <w:rPr>
                <w:rFonts w:ascii="Architect" w:hAnsi="Architect"/>
                <w:color w:val="000000"/>
                <w:sz w:val="20"/>
                <w:szCs w:val="20"/>
              </w:rPr>
            </w:pPr>
            <w:r w:rsidRPr="007563B8">
              <w:rPr>
                <w:rFonts w:ascii="Architect" w:hAnsi="Architect"/>
                <w:color w:val="000000"/>
                <w:position w:val="-60"/>
                <w:sz w:val="20"/>
                <w:szCs w:val="20"/>
              </w:rPr>
              <w:pict>
                <v:shape id="_x0000_i1031" type="#_x0000_t75" style="width:242.25pt;height:80.25pt">
                  <v:imagedata r:id="rId14" o:title=""/>
                </v:shape>
              </w:pict>
            </w:r>
          </w:p>
          <w:p w:rsidR="009E5423" w:rsidRPr="007563B8" w:rsidRDefault="009E5423" w:rsidP="001928E9">
            <w:pPr>
              <w:rPr>
                <w:rFonts w:ascii="Architect" w:hAnsi="Architect"/>
                <w:color w:val="000000"/>
                <w:sz w:val="20"/>
                <w:szCs w:val="20"/>
              </w:rPr>
            </w:pPr>
          </w:p>
          <w:p w:rsidR="009E5423" w:rsidRPr="007563B8" w:rsidRDefault="009E5423" w:rsidP="001928E9">
            <w:pPr>
              <w:rPr>
                <w:rFonts w:ascii="Architect" w:hAnsi="Architect"/>
                <w:color w:val="000000"/>
                <w:sz w:val="20"/>
                <w:szCs w:val="20"/>
              </w:rPr>
            </w:pPr>
            <w:r w:rsidRPr="007563B8">
              <w:rPr>
                <w:rFonts w:ascii="Architect" w:hAnsi="Architect"/>
                <w:color w:val="000000"/>
                <w:sz w:val="20"/>
                <w:szCs w:val="20"/>
              </w:rPr>
              <w:t>Demonstrate: two-step equation</w:t>
            </w:r>
          </w:p>
          <w:p w:rsidR="009E5423" w:rsidRPr="007563B8" w:rsidRDefault="009E5423" w:rsidP="001928E9">
            <w:pPr>
              <w:rPr>
                <w:rFonts w:ascii="Architect" w:hAnsi="Architect"/>
                <w:color w:val="000000"/>
                <w:sz w:val="20"/>
                <w:szCs w:val="20"/>
              </w:rPr>
            </w:pPr>
            <w:r w:rsidRPr="007563B8">
              <w:rPr>
                <w:rFonts w:ascii="Architect" w:hAnsi="Architect"/>
                <w:color w:val="000000"/>
                <w:position w:val="-158"/>
                <w:sz w:val="20"/>
                <w:szCs w:val="20"/>
              </w:rPr>
              <w:pict>
                <v:shape id="_x0000_i1032" type="#_x0000_t75" style="width:296.25pt;height:155.25pt">
                  <v:imagedata r:id="rId15" o:title=""/>
                </v:shape>
              </w:pict>
            </w:r>
          </w:p>
          <w:p w:rsidR="009E5423" w:rsidRPr="007563B8" w:rsidRDefault="009E5423">
            <w:pPr>
              <w:rPr>
                <w:rFonts w:ascii="Architect" w:hAnsi="Architect"/>
                <w:color w:val="000000"/>
                <w:sz w:val="20"/>
                <w:szCs w:val="20"/>
              </w:rPr>
            </w:pPr>
          </w:p>
          <w:p w:rsidR="009E5423" w:rsidRPr="007563B8" w:rsidRDefault="009E5423">
            <w:pPr>
              <w:rPr>
                <w:rFonts w:ascii="Architect" w:hAnsi="Architect"/>
                <w:color w:val="000000"/>
                <w:sz w:val="20"/>
                <w:szCs w:val="20"/>
              </w:rPr>
            </w:pPr>
          </w:p>
          <w:p w:rsidR="009E5423" w:rsidRPr="007563B8" w:rsidRDefault="009E5423">
            <w:pPr>
              <w:rPr>
                <w:rFonts w:ascii="Architect" w:hAnsi="Architect"/>
                <w:color w:val="000000"/>
                <w:sz w:val="20"/>
                <w:szCs w:val="20"/>
              </w:rPr>
            </w:pPr>
            <w:bookmarkStart w:id="0" w:name="OLE_LINK1"/>
            <w:r w:rsidRPr="007563B8">
              <w:rPr>
                <w:rFonts w:ascii="Architect" w:hAnsi="Architect"/>
                <w:color w:val="000000"/>
                <w:position w:val="-124"/>
                <w:sz w:val="20"/>
                <w:szCs w:val="20"/>
              </w:rPr>
              <w:pict>
                <v:shape id="_x0000_i1033" type="#_x0000_t75" style="width:313.5pt;height:138pt">
                  <v:imagedata r:id="rId16" o:title=""/>
                </v:shape>
              </w:pict>
            </w:r>
            <w:bookmarkEnd w:id="0"/>
          </w:p>
          <w:p w:rsidR="009E5423" w:rsidRPr="007563B8" w:rsidRDefault="009E5423">
            <w:pPr>
              <w:rPr>
                <w:rFonts w:ascii="Architect" w:hAnsi="Architect"/>
                <w:color w:val="000000"/>
                <w:sz w:val="20"/>
                <w:szCs w:val="20"/>
              </w:rPr>
            </w:pPr>
          </w:p>
          <w:p w:rsidR="009E5423" w:rsidRPr="007563B8" w:rsidRDefault="009E5423">
            <w:pPr>
              <w:rPr>
                <w:rFonts w:ascii="Architect" w:hAnsi="Architect"/>
                <w:color w:val="000000"/>
                <w:sz w:val="20"/>
                <w:szCs w:val="20"/>
              </w:rPr>
            </w:pPr>
            <w:r w:rsidRPr="007563B8">
              <w:rPr>
                <w:rFonts w:ascii="Architect" w:hAnsi="Architect"/>
                <w:b/>
                <w:color w:val="000000"/>
                <w:sz w:val="20"/>
                <w:szCs w:val="20"/>
              </w:rPr>
              <w:t xml:space="preserve">(OE) </w:t>
            </w:r>
            <w:r w:rsidRPr="007563B8">
              <w:rPr>
                <w:rFonts w:ascii="Architect" w:hAnsi="Architect"/>
                <w:color w:val="000000"/>
                <w:sz w:val="20"/>
                <w:szCs w:val="20"/>
              </w:rPr>
              <w:t>Give each student a solution card on which they will construct an equation for the solution.</w:t>
            </w:r>
          </w:p>
          <w:p w:rsidR="009E5423" w:rsidRPr="007563B8" w:rsidRDefault="009E5423" w:rsidP="00454C6D">
            <w:pPr>
              <w:rPr>
                <w:rFonts w:ascii="Architect" w:hAnsi="Architect"/>
                <w:color w:val="000000"/>
                <w:sz w:val="20"/>
                <w:szCs w:val="20"/>
              </w:rPr>
            </w:pPr>
            <w:r w:rsidRPr="007563B8">
              <w:rPr>
                <w:rFonts w:ascii="Architect" w:hAnsi="Architect"/>
                <w:color w:val="000000"/>
                <w:sz w:val="20"/>
                <w:szCs w:val="20"/>
              </w:rPr>
              <w:t xml:space="preserve">Let them show their work on the board Or post their equations on a bulletin board. </w:t>
            </w:r>
          </w:p>
          <w:p w:rsidR="009E5423" w:rsidRPr="007563B8" w:rsidRDefault="009E5423" w:rsidP="00454C6D">
            <w:pPr>
              <w:rPr>
                <w:rFonts w:ascii="Architect" w:hAnsi="Architect"/>
                <w:color w:val="000000"/>
                <w:sz w:val="20"/>
                <w:szCs w:val="20"/>
              </w:rPr>
            </w:pPr>
          </w:p>
          <w:p w:rsidR="009E5423" w:rsidRPr="007563B8" w:rsidRDefault="009E5423" w:rsidP="00454C6D">
            <w:pPr>
              <w:rPr>
                <w:rFonts w:ascii="Architect" w:hAnsi="Architect"/>
                <w:color w:val="000000"/>
                <w:sz w:val="20"/>
                <w:szCs w:val="20"/>
              </w:rPr>
            </w:pPr>
          </w:p>
          <w:p w:rsidR="009E5423" w:rsidRPr="007563B8" w:rsidRDefault="009E5423" w:rsidP="00454C6D">
            <w:pPr>
              <w:rPr>
                <w:rFonts w:ascii="Architect" w:hAnsi="Architect"/>
                <w:color w:val="000000"/>
                <w:sz w:val="20"/>
                <w:szCs w:val="20"/>
              </w:rPr>
            </w:pPr>
            <w:r w:rsidRPr="007563B8">
              <w:rPr>
                <w:rFonts w:ascii="Architect" w:hAnsi="Architect"/>
                <w:color w:val="000000"/>
                <w:sz w:val="20"/>
                <w:szCs w:val="20"/>
              </w:rPr>
              <w:t>Students will verbalize understanding of terms as they arise in the lesson: expression, equation, solve, solution.</w:t>
            </w:r>
          </w:p>
          <w:p w:rsidR="009E5423" w:rsidRPr="007563B8" w:rsidRDefault="009E5423" w:rsidP="00454C6D">
            <w:pPr>
              <w:rPr>
                <w:rFonts w:ascii="Architect" w:hAnsi="Architect"/>
                <w:b/>
                <w:color w:val="000000"/>
                <w:sz w:val="20"/>
                <w:szCs w:val="20"/>
              </w:rPr>
            </w:pPr>
          </w:p>
          <w:p w:rsidR="009E5423" w:rsidRPr="007563B8" w:rsidRDefault="009E5423" w:rsidP="00454C6D">
            <w:pPr>
              <w:rPr>
                <w:rFonts w:ascii="Architect" w:hAnsi="Architect"/>
                <w:b/>
                <w:color w:val="000000"/>
                <w:sz w:val="20"/>
                <w:szCs w:val="20"/>
              </w:rPr>
            </w:pPr>
          </w:p>
          <w:p w:rsidR="009E5423" w:rsidRPr="007563B8" w:rsidRDefault="009E5423" w:rsidP="00454C6D">
            <w:pPr>
              <w:rPr>
                <w:rFonts w:ascii="Architect" w:hAnsi="Architect"/>
                <w:color w:val="000000"/>
                <w:sz w:val="20"/>
                <w:szCs w:val="20"/>
              </w:rPr>
            </w:pPr>
            <w:r w:rsidRPr="007563B8">
              <w:rPr>
                <w:rFonts w:ascii="Architect" w:hAnsi="Architect"/>
                <w:b/>
                <w:color w:val="000000"/>
                <w:sz w:val="20"/>
                <w:szCs w:val="20"/>
              </w:rPr>
              <w:t xml:space="preserve">(OE) </w:t>
            </w:r>
            <w:r w:rsidRPr="007563B8">
              <w:rPr>
                <w:rFonts w:ascii="Architect" w:hAnsi="Architect"/>
                <w:color w:val="000000"/>
                <w:sz w:val="20"/>
                <w:szCs w:val="20"/>
              </w:rPr>
              <w:t>Journal Prompt: Comparing inverse operation in real world to solving equations. (SNOW DAY)</w:t>
            </w:r>
          </w:p>
          <w:p w:rsidR="009E5423" w:rsidRPr="007563B8" w:rsidRDefault="009E5423" w:rsidP="00454C6D">
            <w:pPr>
              <w:rPr>
                <w:rFonts w:ascii="Architect" w:hAnsi="Architect"/>
                <w:color w:val="000000"/>
                <w:sz w:val="20"/>
                <w:szCs w:val="20"/>
              </w:rPr>
            </w:pPr>
          </w:p>
          <w:p w:rsidR="009E5423" w:rsidRPr="007563B8" w:rsidRDefault="009E5423" w:rsidP="00454C6D">
            <w:pPr>
              <w:rPr>
                <w:rFonts w:ascii="Architect" w:hAnsi="Architect"/>
                <w:color w:val="000000"/>
                <w:sz w:val="20"/>
                <w:szCs w:val="20"/>
              </w:rPr>
            </w:pPr>
          </w:p>
        </w:tc>
      </w:tr>
      <w:tr w:rsidR="009E5423" w:rsidRPr="007563B8" w:rsidTr="008D6D3A">
        <w:tc>
          <w:tcPr>
            <w:tcW w:w="2358" w:type="dxa"/>
          </w:tcPr>
          <w:p w:rsidR="009E5423" w:rsidRPr="007563B8" w:rsidRDefault="009E5423" w:rsidP="001928E9">
            <w:pPr>
              <w:rPr>
                <w:rFonts w:ascii="Architect" w:hAnsi="Architect"/>
                <w:b/>
                <w:color w:val="000000"/>
                <w:sz w:val="20"/>
                <w:szCs w:val="20"/>
              </w:rPr>
            </w:pPr>
            <w:r w:rsidRPr="007563B8">
              <w:rPr>
                <w:rFonts w:ascii="Architect" w:hAnsi="Architect"/>
                <w:b/>
                <w:color w:val="000000"/>
                <w:sz w:val="20"/>
                <w:szCs w:val="20"/>
              </w:rPr>
              <w:t>EXTENSION</w:t>
            </w:r>
          </w:p>
          <w:p w:rsidR="009E5423" w:rsidRPr="007563B8" w:rsidRDefault="009E5423" w:rsidP="001928E9">
            <w:pPr>
              <w:rPr>
                <w:rFonts w:ascii="Architect" w:hAnsi="Architect"/>
                <w:b/>
                <w:color w:val="000000"/>
                <w:sz w:val="20"/>
                <w:szCs w:val="20"/>
              </w:rPr>
            </w:pPr>
            <w:r w:rsidRPr="007563B8">
              <w:rPr>
                <w:rFonts w:ascii="Architect" w:hAnsi="Architect"/>
                <w:b/>
                <w:color w:val="000000"/>
                <w:sz w:val="20"/>
                <w:szCs w:val="20"/>
              </w:rPr>
              <w:t>INVOLVING TECHNOLOGY</w:t>
            </w:r>
          </w:p>
          <w:p w:rsidR="009E5423" w:rsidRPr="007563B8" w:rsidRDefault="009E5423" w:rsidP="001928E9">
            <w:pPr>
              <w:rPr>
                <w:rFonts w:ascii="Architect" w:hAnsi="Architect"/>
                <w:b/>
                <w:color w:val="000000"/>
                <w:sz w:val="20"/>
                <w:szCs w:val="20"/>
              </w:rPr>
            </w:pPr>
            <w:r w:rsidRPr="007563B8">
              <w:rPr>
                <w:rFonts w:ascii="Architect" w:hAnsi="Architect"/>
                <w:b/>
                <w:color w:val="000000"/>
                <w:sz w:val="20"/>
                <w:szCs w:val="20"/>
              </w:rPr>
              <w:t>(optional)</w:t>
            </w:r>
          </w:p>
          <w:p w:rsidR="009E5423" w:rsidRPr="007563B8" w:rsidRDefault="009E5423" w:rsidP="008D6D3A">
            <w:pPr>
              <w:pStyle w:val="ListParagraph"/>
              <w:numPr>
                <w:ilvl w:val="0"/>
                <w:numId w:val="3"/>
              </w:numPr>
              <w:spacing w:after="0" w:line="240" w:lineRule="auto"/>
              <w:rPr>
                <w:rFonts w:ascii="Architect" w:hAnsi="Architect"/>
                <w:b/>
                <w:color w:val="000000"/>
                <w:sz w:val="20"/>
                <w:szCs w:val="20"/>
              </w:rPr>
            </w:pPr>
          </w:p>
        </w:tc>
        <w:tc>
          <w:tcPr>
            <w:tcW w:w="8460" w:type="dxa"/>
          </w:tcPr>
          <w:p w:rsidR="009E5423" w:rsidRPr="007563B8" w:rsidRDefault="009E5423" w:rsidP="001928E9">
            <w:pPr>
              <w:rPr>
                <w:rFonts w:ascii="Architect" w:hAnsi="Architect"/>
                <w:color w:val="000000"/>
                <w:sz w:val="20"/>
                <w:szCs w:val="20"/>
              </w:rPr>
            </w:pPr>
            <w:r w:rsidRPr="007563B8">
              <w:rPr>
                <w:rFonts w:ascii="Architect" w:hAnsi="Architect"/>
                <w:color w:val="000000"/>
                <w:sz w:val="20"/>
                <w:szCs w:val="20"/>
              </w:rPr>
              <w:t>Check solutions on the TI-73 calculator.</w:t>
            </w:r>
          </w:p>
          <w:p w:rsidR="009E5423" w:rsidRPr="007563B8" w:rsidRDefault="009E5423" w:rsidP="001928E9">
            <w:pPr>
              <w:rPr>
                <w:rFonts w:ascii="Architect" w:hAnsi="Architect"/>
                <w:color w:val="000000"/>
                <w:sz w:val="20"/>
                <w:szCs w:val="20"/>
              </w:rPr>
            </w:pPr>
            <w:r w:rsidRPr="007563B8">
              <w:rPr>
                <w:rFonts w:ascii="Architect" w:hAnsi="Architect"/>
                <w:color w:val="000000"/>
                <w:sz w:val="20"/>
                <w:szCs w:val="20"/>
              </w:rPr>
              <w:t>Use substitution on the TI-73 calculator to evaluate expression member of equation.</w:t>
            </w:r>
          </w:p>
          <w:p w:rsidR="009E5423" w:rsidRPr="007563B8" w:rsidRDefault="009E5423" w:rsidP="001928E9">
            <w:pPr>
              <w:rPr>
                <w:rFonts w:ascii="Architect" w:hAnsi="Architect"/>
                <w:color w:val="000000"/>
                <w:sz w:val="20"/>
                <w:szCs w:val="20"/>
              </w:rPr>
            </w:pPr>
            <w:r w:rsidRPr="007563B8">
              <w:rPr>
                <w:rFonts w:ascii="Architect" w:hAnsi="Architect"/>
                <w:color w:val="000000"/>
                <w:sz w:val="20"/>
                <w:szCs w:val="20"/>
              </w:rPr>
              <w:t>True/false: Use the true/false logic output on the TI-73 calculator in which 0 = false and 1 = true to check equivalences.  Connect to computer programming.</w:t>
            </w:r>
          </w:p>
          <w:p w:rsidR="009E5423" w:rsidRPr="007563B8" w:rsidRDefault="009E5423" w:rsidP="00454C6D">
            <w:pPr>
              <w:rPr>
                <w:rFonts w:ascii="Architect" w:hAnsi="Architect"/>
                <w:color w:val="000000"/>
                <w:sz w:val="20"/>
                <w:szCs w:val="20"/>
              </w:rPr>
            </w:pPr>
            <w:r w:rsidRPr="007563B8">
              <w:rPr>
                <w:rFonts w:ascii="Architect" w:hAnsi="Architect"/>
                <w:color w:val="000000"/>
                <w:sz w:val="20"/>
                <w:szCs w:val="20"/>
              </w:rPr>
              <w:t xml:space="preserve">Use input/output chart or the Table on the TI-73 calculator: Input variable side of equation in Y1 and constant side of expression in Y2. Locate value for X that makes both columns Y1 and Y2 equal. Consider limitations of this method: Is the table set up to use fractional values for x? </w:t>
            </w:r>
          </w:p>
          <w:p w:rsidR="009E5423" w:rsidRPr="007563B8" w:rsidRDefault="009E5423" w:rsidP="00454C6D">
            <w:pPr>
              <w:rPr>
                <w:rFonts w:ascii="Architect" w:hAnsi="Architect"/>
                <w:color w:val="000000"/>
                <w:sz w:val="20"/>
                <w:szCs w:val="20"/>
              </w:rPr>
            </w:pPr>
          </w:p>
          <w:p w:rsidR="009E5423" w:rsidRPr="007563B8" w:rsidRDefault="009E5423" w:rsidP="00454C6D">
            <w:pPr>
              <w:rPr>
                <w:rFonts w:ascii="Architect" w:hAnsi="Architect"/>
                <w:b/>
                <w:color w:val="000000"/>
                <w:sz w:val="20"/>
                <w:szCs w:val="20"/>
              </w:rPr>
            </w:pPr>
            <w:r w:rsidRPr="007563B8">
              <w:rPr>
                <w:rFonts w:ascii="Architect" w:hAnsi="Architect"/>
                <w:b/>
                <w:color w:val="000000"/>
                <w:sz w:val="20"/>
                <w:szCs w:val="20"/>
              </w:rPr>
              <w:t>STEM Discussion:  Evaluate strategic use of technology.</w:t>
            </w:r>
          </w:p>
          <w:p w:rsidR="009E5423" w:rsidRPr="007563B8" w:rsidRDefault="009E5423" w:rsidP="008D6D3A">
            <w:pPr>
              <w:pStyle w:val="ListParagraph"/>
              <w:numPr>
                <w:ilvl w:val="0"/>
                <w:numId w:val="3"/>
              </w:numPr>
              <w:spacing w:after="0" w:line="240" w:lineRule="auto"/>
              <w:rPr>
                <w:rFonts w:ascii="Architect" w:hAnsi="Architect"/>
                <w:b/>
                <w:color w:val="000000"/>
                <w:sz w:val="20"/>
                <w:szCs w:val="20"/>
              </w:rPr>
            </w:pPr>
            <w:r w:rsidRPr="007563B8">
              <w:rPr>
                <w:rFonts w:ascii="Architect" w:hAnsi="Architect"/>
                <w:color w:val="000000"/>
                <w:sz w:val="20"/>
                <w:szCs w:val="20"/>
              </w:rPr>
              <w:t>Are the main objectives of this lesson to develop computational skills or develop conceptual understanding?</w:t>
            </w:r>
          </w:p>
          <w:p w:rsidR="009E5423" w:rsidRPr="007563B8" w:rsidRDefault="009E5423" w:rsidP="008D6D3A">
            <w:pPr>
              <w:pStyle w:val="ListParagraph"/>
              <w:numPr>
                <w:ilvl w:val="0"/>
                <w:numId w:val="3"/>
              </w:numPr>
              <w:spacing w:after="0" w:line="240" w:lineRule="auto"/>
              <w:rPr>
                <w:rFonts w:ascii="Architect" w:hAnsi="Architect"/>
                <w:b/>
                <w:color w:val="000000"/>
                <w:sz w:val="20"/>
                <w:szCs w:val="20"/>
              </w:rPr>
            </w:pPr>
            <w:r w:rsidRPr="007563B8">
              <w:rPr>
                <w:rFonts w:ascii="Architect" w:hAnsi="Architect"/>
                <w:color w:val="000000"/>
                <w:sz w:val="20"/>
                <w:szCs w:val="20"/>
              </w:rPr>
              <w:t>Does the activity with technology enhance conceptual understanding of mathematics?</w:t>
            </w:r>
          </w:p>
          <w:p w:rsidR="009E5423" w:rsidRPr="007563B8" w:rsidRDefault="009E5423" w:rsidP="008D6D3A">
            <w:pPr>
              <w:pStyle w:val="ListParagraph"/>
              <w:numPr>
                <w:ilvl w:val="0"/>
                <w:numId w:val="3"/>
              </w:numPr>
              <w:spacing w:after="0" w:line="240" w:lineRule="auto"/>
              <w:rPr>
                <w:rFonts w:ascii="Architect" w:hAnsi="Architect"/>
                <w:b/>
                <w:color w:val="000000"/>
                <w:sz w:val="20"/>
                <w:szCs w:val="20"/>
              </w:rPr>
            </w:pPr>
            <w:r w:rsidRPr="007563B8">
              <w:rPr>
                <w:rFonts w:ascii="Architect" w:hAnsi="Architect"/>
                <w:color w:val="000000"/>
                <w:sz w:val="20"/>
                <w:szCs w:val="20"/>
              </w:rPr>
              <w:t>Is the computation at a level of complexity that doing it manually will overshadow the learning objectives?</w:t>
            </w:r>
          </w:p>
        </w:tc>
      </w:tr>
      <w:tr w:rsidR="009E5423" w:rsidRPr="007563B8" w:rsidTr="008D6D3A">
        <w:tc>
          <w:tcPr>
            <w:tcW w:w="2358" w:type="dxa"/>
          </w:tcPr>
          <w:p w:rsidR="009E5423" w:rsidRPr="007563B8" w:rsidRDefault="009E5423" w:rsidP="001928E9">
            <w:pPr>
              <w:rPr>
                <w:rFonts w:ascii="Architect" w:hAnsi="Architect"/>
                <w:color w:val="000000"/>
                <w:sz w:val="20"/>
                <w:szCs w:val="20"/>
              </w:rPr>
            </w:pPr>
            <w:r w:rsidRPr="007563B8">
              <w:rPr>
                <w:rFonts w:ascii="Architect" w:hAnsi="Architect"/>
                <w:b/>
                <w:color w:val="000000"/>
                <w:sz w:val="20"/>
                <w:szCs w:val="20"/>
              </w:rPr>
              <w:t>EVALUATION</w:t>
            </w:r>
          </w:p>
          <w:p w:rsidR="009E5423" w:rsidRPr="007563B8" w:rsidRDefault="009E5423" w:rsidP="008D6D3A">
            <w:pPr>
              <w:pStyle w:val="BodyText"/>
              <w:numPr>
                <w:ilvl w:val="0"/>
                <w:numId w:val="1"/>
              </w:numPr>
              <w:spacing w:line="240" w:lineRule="auto"/>
              <w:rPr>
                <w:rFonts w:ascii="Architect" w:hAnsi="Architect"/>
                <w:color w:val="000000"/>
                <w:sz w:val="20"/>
              </w:rPr>
            </w:pPr>
            <w:r w:rsidRPr="007563B8">
              <w:rPr>
                <w:rFonts w:ascii="Architect" w:hAnsi="Architect"/>
                <w:color w:val="000000"/>
                <w:sz w:val="20"/>
              </w:rPr>
              <w:t>How will students demonstrate that they have achieved the lesson objective?</w:t>
            </w:r>
          </w:p>
          <w:p w:rsidR="009E5423" w:rsidRPr="007563B8" w:rsidRDefault="009E5423" w:rsidP="008D6D3A">
            <w:pPr>
              <w:pStyle w:val="BodyText"/>
              <w:numPr>
                <w:ilvl w:val="0"/>
                <w:numId w:val="1"/>
              </w:numPr>
              <w:spacing w:line="240" w:lineRule="auto"/>
              <w:rPr>
                <w:rFonts w:ascii="Architect" w:hAnsi="Architect"/>
                <w:color w:val="000000"/>
                <w:sz w:val="20"/>
              </w:rPr>
            </w:pPr>
            <w:r w:rsidRPr="007563B8">
              <w:rPr>
                <w:rFonts w:ascii="Architect" w:hAnsi="Architect"/>
                <w:color w:val="000000"/>
                <w:sz w:val="20"/>
              </w:rPr>
              <w:t>This should be embedded throughout the lesson as well as at the end of the lesson</w:t>
            </w:r>
          </w:p>
        </w:tc>
        <w:tc>
          <w:tcPr>
            <w:tcW w:w="8460" w:type="dxa"/>
          </w:tcPr>
          <w:p w:rsidR="009E5423" w:rsidRPr="007563B8" w:rsidRDefault="009E5423" w:rsidP="009B0644">
            <w:pPr>
              <w:rPr>
                <w:rFonts w:ascii="Architect" w:hAnsi="Architect"/>
                <w:b/>
                <w:color w:val="000000"/>
                <w:sz w:val="20"/>
                <w:szCs w:val="20"/>
              </w:rPr>
            </w:pPr>
            <w:r w:rsidRPr="007563B8">
              <w:rPr>
                <w:rFonts w:ascii="Architect" w:hAnsi="Architect"/>
                <w:b/>
                <w:color w:val="000000"/>
                <w:sz w:val="20"/>
                <w:szCs w:val="20"/>
              </w:rPr>
              <w:t xml:space="preserve">(OE) Opportunities for evaluation </w:t>
            </w:r>
          </w:p>
          <w:p w:rsidR="009E5423" w:rsidRPr="007563B8" w:rsidRDefault="009E5423" w:rsidP="00244A44">
            <w:pPr>
              <w:rPr>
                <w:rFonts w:ascii="Architect" w:hAnsi="Architect"/>
                <w:color w:val="000000"/>
                <w:sz w:val="20"/>
                <w:szCs w:val="20"/>
              </w:rPr>
            </w:pPr>
            <w:r w:rsidRPr="007563B8">
              <w:rPr>
                <w:rFonts w:ascii="Architect" w:hAnsi="Architect"/>
                <w:i/>
                <w:color w:val="000000"/>
                <w:sz w:val="20"/>
                <w:szCs w:val="20"/>
              </w:rPr>
              <w:t>Determine if a number is a solution to an equation</w:t>
            </w:r>
            <w:r w:rsidRPr="007563B8">
              <w:rPr>
                <w:rFonts w:ascii="Architect" w:hAnsi="Architect"/>
                <w:color w:val="000000"/>
                <w:sz w:val="20"/>
                <w:szCs w:val="20"/>
              </w:rPr>
              <w:t xml:space="preserve">: place 0-9 in correct equation  (group activity)    </w:t>
            </w:r>
          </w:p>
          <w:p w:rsidR="009E5423" w:rsidRPr="007563B8" w:rsidRDefault="009E5423" w:rsidP="009B0644">
            <w:pPr>
              <w:rPr>
                <w:rFonts w:ascii="Architect" w:hAnsi="Architect"/>
                <w:color w:val="000000"/>
                <w:sz w:val="20"/>
                <w:szCs w:val="20"/>
              </w:rPr>
            </w:pPr>
            <w:r w:rsidRPr="007563B8">
              <w:rPr>
                <w:rFonts w:ascii="Architect" w:hAnsi="Architect"/>
                <w:i/>
                <w:color w:val="000000"/>
                <w:sz w:val="20"/>
                <w:szCs w:val="20"/>
              </w:rPr>
              <w:t>Perplexing polygons</w:t>
            </w:r>
            <w:r w:rsidRPr="007563B8">
              <w:rPr>
                <w:rFonts w:ascii="Architect" w:hAnsi="Architect"/>
                <w:color w:val="000000"/>
                <w:sz w:val="20"/>
                <w:szCs w:val="20"/>
              </w:rPr>
              <w:t xml:space="preserve"> (handout)</w:t>
            </w:r>
          </w:p>
          <w:p w:rsidR="009E5423" w:rsidRPr="007563B8" w:rsidRDefault="009E5423" w:rsidP="009B0644">
            <w:pPr>
              <w:rPr>
                <w:rFonts w:ascii="Architect" w:hAnsi="Architect"/>
                <w:color w:val="000000"/>
                <w:sz w:val="20"/>
                <w:szCs w:val="20"/>
              </w:rPr>
            </w:pPr>
            <w:r w:rsidRPr="007563B8">
              <w:rPr>
                <w:rFonts w:ascii="Architect" w:hAnsi="Architect"/>
                <w:i/>
                <w:color w:val="000000"/>
                <w:sz w:val="20"/>
                <w:szCs w:val="20"/>
              </w:rPr>
              <w:t>Abc’s and 123’s</w:t>
            </w:r>
            <w:r w:rsidRPr="007563B8">
              <w:rPr>
                <w:rFonts w:ascii="Architect" w:hAnsi="Architect"/>
                <w:color w:val="000000"/>
                <w:sz w:val="20"/>
                <w:szCs w:val="20"/>
              </w:rPr>
              <w:t xml:space="preserve"> (Advanced handout) </w:t>
            </w:r>
          </w:p>
          <w:p w:rsidR="009E5423" w:rsidRPr="007563B8" w:rsidRDefault="009E5423" w:rsidP="009B0644">
            <w:pPr>
              <w:rPr>
                <w:rFonts w:ascii="Architect" w:hAnsi="Architect"/>
                <w:color w:val="000000"/>
                <w:sz w:val="20"/>
                <w:szCs w:val="20"/>
              </w:rPr>
            </w:pPr>
          </w:p>
          <w:p w:rsidR="009E5423" w:rsidRPr="007563B8" w:rsidRDefault="009E5423">
            <w:pPr>
              <w:rPr>
                <w:rFonts w:ascii="Architect" w:hAnsi="Architect"/>
                <w:b/>
                <w:color w:val="000000"/>
                <w:sz w:val="20"/>
                <w:szCs w:val="20"/>
              </w:rPr>
            </w:pPr>
          </w:p>
          <w:p w:rsidR="009E5423" w:rsidRPr="007563B8" w:rsidRDefault="009E5423" w:rsidP="009B0644">
            <w:pPr>
              <w:rPr>
                <w:rFonts w:ascii="Architect" w:hAnsi="Architect"/>
                <w:color w:val="000000"/>
                <w:sz w:val="20"/>
                <w:szCs w:val="20"/>
              </w:rPr>
            </w:pPr>
          </w:p>
        </w:tc>
      </w:tr>
    </w:tbl>
    <w:p w:rsidR="009E5423" w:rsidRPr="007563B8" w:rsidRDefault="009E5423">
      <w:pPr>
        <w:rPr>
          <w:rFonts w:ascii="Architect" w:hAnsi="Architect"/>
          <w:color w:val="000000"/>
          <w:sz w:val="20"/>
          <w:szCs w:val="20"/>
        </w:rPr>
      </w:pPr>
    </w:p>
    <w:sectPr w:rsidR="009E5423" w:rsidRPr="007563B8" w:rsidSect="001928E9">
      <w:headerReference w:type="default" r:id="rId17"/>
      <w:pgSz w:w="12240" w:h="15840"/>
      <w:pgMar w:top="720" w:right="720" w:bottom="720" w:left="72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5423" w:rsidRDefault="009E5423" w:rsidP="00C734AB">
      <w:r>
        <w:separator/>
      </w:r>
    </w:p>
  </w:endnote>
  <w:endnote w:type="continuationSeparator" w:id="0">
    <w:p w:rsidR="009E5423" w:rsidRDefault="009E5423" w:rsidP="00C734A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Architect">
    <w:panose1 w:val="020B0600000000020000"/>
    <w:charset w:val="00"/>
    <w:family w:val="swiss"/>
    <w:pitch w:val="variable"/>
    <w:sig w:usb0="00000003"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5423" w:rsidRDefault="009E5423" w:rsidP="00C734AB">
      <w:r>
        <w:separator/>
      </w:r>
    </w:p>
  </w:footnote>
  <w:footnote w:type="continuationSeparator" w:id="0">
    <w:p w:rsidR="009E5423" w:rsidRDefault="009E5423" w:rsidP="00C734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5423" w:rsidRPr="007563B8" w:rsidRDefault="009E5423" w:rsidP="007563B8">
    <w:pPr>
      <w:pStyle w:val="Header"/>
      <w:jc w:val="center"/>
      <w:rPr>
        <w:rFonts w:ascii="Architect" w:hAnsi="Architect"/>
        <w:sz w:val="32"/>
        <w:szCs w:val="32"/>
      </w:rPr>
    </w:pPr>
    <w:r w:rsidRPr="007563B8">
      <w:rPr>
        <w:rFonts w:ascii="Architect" w:hAnsi="Architect"/>
        <w:sz w:val="32"/>
        <w:szCs w:val="32"/>
      </w:rPr>
      <w:t>5E Lesson Plan One and Two Step Linear Equations</w:t>
    </w:r>
  </w:p>
  <w:p w:rsidR="009E5423" w:rsidRPr="007563B8" w:rsidRDefault="009E5423" w:rsidP="007563B8">
    <w:pPr>
      <w:pStyle w:val="Header"/>
      <w:jc w:val="center"/>
      <w:rPr>
        <w:rFonts w:ascii="Architect" w:hAnsi="Architect"/>
      </w:rPr>
    </w:pPr>
    <w:r w:rsidRPr="007563B8">
      <w:rPr>
        <w:rFonts w:ascii="Architect" w:hAnsi="Architect"/>
      </w:rPr>
      <w:t>Chelle Daniels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2668FC"/>
    <w:multiLevelType w:val="hybridMultilevel"/>
    <w:tmpl w:val="8DAC9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4A01653"/>
    <w:multiLevelType w:val="hybridMultilevel"/>
    <w:tmpl w:val="B5F28DD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301E"/>
    <w:rsid w:val="00023ED4"/>
    <w:rsid w:val="00055AD7"/>
    <w:rsid w:val="000760D3"/>
    <w:rsid w:val="00081E70"/>
    <w:rsid w:val="000D4D40"/>
    <w:rsid w:val="001474EE"/>
    <w:rsid w:val="00167E44"/>
    <w:rsid w:val="00175219"/>
    <w:rsid w:val="001818B5"/>
    <w:rsid w:val="001928E9"/>
    <w:rsid w:val="001A24DC"/>
    <w:rsid w:val="001C3FE1"/>
    <w:rsid w:val="002017CA"/>
    <w:rsid w:val="00235258"/>
    <w:rsid w:val="00244A44"/>
    <w:rsid w:val="00356FF9"/>
    <w:rsid w:val="00380E94"/>
    <w:rsid w:val="00386EA3"/>
    <w:rsid w:val="003C6628"/>
    <w:rsid w:val="00454C6D"/>
    <w:rsid w:val="004554CF"/>
    <w:rsid w:val="004C09F2"/>
    <w:rsid w:val="0056182D"/>
    <w:rsid w:val="0065301E"/>
    <w:rsid w:val="006C5D34"/>
    <w:rsid w:val="006E1DEF"/>
    <w:rsid w:val="007563B8"/>
    <w:rsid w:val="00757571"/>
    <w:rsid w:val="0079007E"/>
    <w:rsid w:val="007C286C"/>
    <w:rsid w:val="007D0A6D"/>
    <w:rsid w:val="00804BB8"/>
    <w:rsid w:val="00822A59"/>
    <w:rsid w:val="00844755"/>
    <w:rsid w:val="008B0DF1"/>
    <w:rsid w:val="008D6D3A"/>
    <w:rsid w:val="008D7B46"/>
    <w:rsid w:val="0095782F"/>
    <w:rsid w:val="0098012F"/>
    <w:rsid w:val="009A035F"/>
    <w:rsid w:val="009B0644"/>
    <w:rsid w:val="009E5423"/>
    <w:rsid w:val="00A75450"/>
    <w:rsid w:val="00B7087C"/>
    <w:rsid w:val="00BB7727"/>
    <w:rsid w:val="00BF0A90"/>
    <w:rsid w:val="00BF4E5E"/>
    <w:rsid w:val="00C734AB"/>
    <w:rsid w:val="00D2615F"/>
    <w:rsid w:val="00D7215D"/>
    <w:rsid w:val="00D7651A"/>
    <w:rsid w:val="00D801E2"/>
    <w:rsid w:val="00DF233F"/>
    <w:rsid w:val="00E219C7"/>
    <w:rsid w:val="00E339DD"/>
    <w:rsid w:val="00E408C7"/>
    <w:rsid w:val="00EF3286"/>
    <w:rsid w:val="00F650B2"/>
    <w:rsid w:val="00F96213"/>
    <w:rsid w:val="00FF3E8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01E"/>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65301E"/>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uiPriority w:val="99"/>
    <w:rsid w:val="0065301E"/>
    <w:pPr>
      <w:spacing w:line="360" w:lineRule="auto"/>
    </w:pPr>
    <w:rPr>
      <w:rFonts w:ascii="Arial" w:eastAsia="Times New Roman" w:hAnsi="Arial"/>
      <w:sz w:val="22"/>
      <w:szCs w:val="20"/>
    </w:rPr>
  </w:style>
  <w:style w:type="character" w:customStyle="1" w:styleId="BodyTextChar">
    <w:name w:val="Body Text Char"/>
    <w:basedOn w:val="DefaultParagraphFont"/>
    <w:link w:val="BodyText"/>
    <w:uiPriority w:val="99"/>
    <w:locked/>
    <w:rsid w:val="0065301E"/>
    <w:rPr>
      <w:rFonts w:ascii="Arial" w:hAnsi="Arial" w:cs="Times New Roman"/>
      <w:sz w:val="20"/>
      <w:szCs w:val="20"/>
    </w:rPr>
  </w:style>
  <w:style w:type="paragraph" w:styleId="ListParagraph">
    <w:name w:val="List Paragraph"/>
    <w:basedOn w:val="Normal"/>
    <w:uiPriority w:val="99"/>
    <w:qFormat/>
    <w:rsid w:val="0065301E"/>
    <w:pPr>
      <w:spacing w:after="200" w:line="276" w:lineRule="auto"/>
      <w:ind w:left="720"/>
      <w:contextualSpacing/>
    </w:pPr>
    <w:rPr>
      <w:sz w:val="22"/>
      <w:szCs w:val="22"/>
    </w:rPr>
  </w:style>
  <w:style w:type="paragraph" w:styleId="NormalWeb">
    <w:name w:val="Normal (Web)"/>
    <w:basedOn w:val="Normal"/>
    <w:uiPriority w:val="99"/>
    <w:rsid w:val="0065301E"/>
    <w:pPr>
      <w:spacing w:beforeLines="1" w:afterLines="1"/>
    </w:pPr>
    <w:rPr>
      <w:rFonts w:ascii="Times" w:hAnsi="Times"/>
      <w:sz w:val="20"/>
      <w:szCs w:val="20"/>
    </w:rPr>
  </w:style>
  <w:style w:type="character" w:styleId="Hyperlink">
    <w:name w:val="Hyperlink"/>
    <w:basedOn w:val="DefaultParagraphFont"/>
    <w:uiPriority w:val="99"/>
    <w:semiHidden/>
    <w:rsid w:val="0065301E"/>
    <w:rPr>
      <w:rFonts w:cs="Times New Roman"/>
      <w:color w:val="0000FF"/>
      <w:u w:val="single"/>
    </w:rPr>
  </w:style>
  <w:style w:type="paragraph" w:styleId="Header">
    <w:name w:val="header"/>
    <w:basedOn w:val="Normal"/>
    <w:link w:val="HeaderChar"/>
    <w:uiPriority w:val="99"/>
    <w:semiHidden/>
    <w:rsid w:val="00F96213"/>
    <w:pPr>
      <w:tabs>
        <w:tab w:val="center" w:pos="4320"/>
        <w:tab w:val="right" w:pos="8640"/>
      </w:tabs>
    </w:pPr>
  </w:style>
  <w:style w:type="character" w:customStyle="1" w:styleId="HeaderChar">
    <w:name w:val="Header Char"/>
    <w:basedOn w:val="DefaultParagraphFont"/>
    <w:link w:val="Header"/>
    <w:uiPriority w:val="99"/>
    <w:semiHidden/>
    <w:locked/>
    <w:rsid w:val="00F96213"/>
    <w:rPr>
      <w:rFonts w:cs="Times New Roman"/>
    </w:rPr>
  </w:style>
  <w:style w:type="paragraph" w:styleId="Footer">
    <w:name w:val="footer"/>
    <w:basedOn w:val="Normal"/>
    <w:link w:val="FooterChar"/>
    <w:uiPriority w:val="99"/>
    <w:semiHidden/>
    <w:rsid w:val="00F96213"/>
    <w:pPr>
      <w:tabs>
        <w:tab w:val="center" w:pos="4320"/>
        <w:tab w:val="right" w:pos="8640"/>
      </w:tabs>
    </w:pPr>
  </w:style>
  <w:style w:type="character" w:customStyle="1" w:styleId="FooterChar">
    <w:name w:val="Footer Char"/>
    <w:basedOn w:val="DefaultParagraphFont"/>
    <w:link w:val="Footer"/>
    <w:uiPriority w:val="99"/>
    <w:semiHidden/>
    <w:locked/>
    <w:rsid w:val="00F96213"/>
    <w:rPr>
      <w:rFonts w:cs="Times New Roman"/>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illuminations.nctm.org/ActivityDetail.aspx?ID=10" TargetMode="External"/><Relationship Id="rId12" Type="http://schemas.openxmlformats.org/officeDocument/2006/relationships/image" Target="media/image5.wmf"/><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9.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5" Type="http://schemas.openxmlformats.org/officeDocument/2006/relationships/footnotes" Target="footnotes.xml"/><Relationship Id="rId15" Type="http://schemas.openxmlformats.org/officeDocument/2006/relationships/image" Target="media/image8.wmf"/><Relationship Id="rId10" Type="http://schemas.openxmlformats.org/officeDocument/2006/relationships/image" Target="media/image3.w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7.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5</Pages>
  <Words>1937</Words>
  <Characters>11045</Characters>
  <Application>Microsoft Office Outlook</Application>
  <DocSecurity>0</DocSecurity>
  <Lines>0</Lines>
  <Paragraphs>0</Paragraphs>
  <ScaleCrop>false</ScaleCrop>
  <Company>Brentwood Academy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Title:</dc:title>
  <dc:subject/>
  <dc:creator>Pat Tyree</dc:creator>
  <cp:keywords/>
  <dc:description/>
  <cp:lastModifiedBy>WMS-STUDENT</cp:lastModifiedBy>
  <cp:revision>2</cp:revision>
  <dcterms:created xsi:type="dcterms:W3CDTF">2011-05-16T18:56:00Z</dcterms:created>
  <dcterms:modified xsi:type="dcterms:W3CDTF">2011-05-16T18:56:00Z</dcterms:modified>
</cp:coreProperties>
</file>